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4B8" w:rsidRDefault="00A72643">
      <w:bookmarkStart w:id="0" w:name="_GoBack"/>
      <w:bookmarkEnd w:id="0"/>
      <w:r>
        <w:rPr>
          <w:noProof/>
          <w:lang w:eastAsia="en-US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35F322" wp14:editId="71BD3A9D">
                <wp:simplePos x="0" y="0"/>
                <wp:positionH relativeFrom="page">
                  <wp:posOffset>3552190</wp:posOffset>
                </wp:positionH>
                <wp:positionV relativeFrom="page">
                  <wp:posOffset>4686300</wp:posOffset>
                </wp:positionV>
                <wp:extent cx="3086100" cy="1485900"/>
                <wp:effectExtent l="0" t="0" r="0" b="12700"/>
                <wp:wrapNone/>
                <wp:docPr id="2" name="Text Box 2" descr="Inside message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48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74B8" w:rsidRPr="00A72643" w:rsidRDefault="00A72643" w:rsidP="00A72643">
                            <w:pPr>
                              <w:jc w:val="left"/>
                              <w:rPr>
                                <w:b w:val="0"/>
                                <w:sz w:val="32"/>
                              </w:rPr>
                            </w:pPr>
                            <w:r w:rsidRPr="00A72643">
                              <w:rPr>
                                <w:sz w:val="32"/>
                              </w:rPr>
                              <w:t>[Company Name]</w:t>
                            </w:r>
                            <w:r w:rsidRPr="00A72643">
                              <w:rPr>
                                <w:sz w:val="32"/>
                              </w:rPr>
                              <w:br/>
                              <w:t>[</w:t>
                            </w:r>
                            <w:r w:rsidRPr="00A72643">
                              <w:rPr>
                                <w:b w:val="0"/>
                                <w:sz w:val="32"/>
                              </w:rPr>
                              <w:t>Street Address]</w:t>
                            </w:r>
                            <w:r w:rsidRPr="00A72643">
                              <w:rPr>
                                <w:b w:val="0"/>
                                <w:sz w:val="32"/>
                              </w:rPr>
                              <w:br/>
                              <w:t>[City, Zip Code]</w:t>
                            </w:r>
                          </w:p>
                          <w:p w:rsidR="00A72643" w:rsidRPr="00A72643" w:rsidRDefault="00A72643" w:rsidP="00A72643">
                            <w:pPr>
                              <w:jc w:val="left"/>
                              <w:rPr>
                                <w:b w:val="0"/>
                                <w:sz w:val="32"/>
                              </w:rPr>
                            </w:pPr>
                            <w:r w:rsidRPr="00A72643">
                              <w:rPr>
                                <w:b w:val="0"/>
                                <w:sz w:val="32"/>
                              </w:rPr>
                              <w:t>[Phone]</w:t>
                            </w:r>
                          </w:p>
                          <w:p w:rsidR="00A72643" w:rsidRPr="00A72643" w:rsidRDefault="00A72643" w:rsidP="00A72643">
                            <w:pPr>
                              <w:jc w:val="left"/>
                              <w:rPr>
                                <w:b w:val="0"/>
                                <w:sz w:val="32"/>
                              </w:rPr>
                            </w:pPr>
                            <w:r w:rsidRPr="00A72643">
                              <w:rPr>
                                <w:b w:val="0"/>
                                <w:sz w:val="32"/>
                              </w:rPr>
                              <w:t>Website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alt="Description: Inside message text box" style="position:absolute;left:0;text-align:left;margin-left:279.7pt;margin-top:369pt;width:243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" filled="f" stroked="f" strokeweight=".5pt">
                <v:textbox>
                  <w:txbxContent>
                    <w:p w:rsidR="00B474B8" w:rsidRPr="00A72643" w:rsidRDefault="00A72643" w:rsidP="00A72643">
                      <w:pPr>
                        <w:jc w:val="left"/>
                        <w:rPr>
                          <w:b w:val="0"/>
                          <w:sz w:val="32"/>
                        </w:rPr>
                      </w:pPr>
                      <w:r w:rsidRPr="00A72643">
                        <w:rPr>
                          <w:sz w:val="32"/>
                        </w:rPr>
                        <w:t>[Company Name]</w:t>
                      </w:r>
                      <w:r w:rsidRPr="00A72643">
                        <w:rPr>
                          <w:sz w:val="32"/>
                        </w:rPr>
                        <w:br/>
                        <w:t>[</w:t>
                      </w:r>
                      <w:r w:rsidRPr="00A72643">
                        <w:rPr>
                          <w:b w:val="0"/>
                          <w:sz w:val="32"/>
                        </w:rPr>
                        <w:t>Street Address]</w:t>
                      </w:r>
                      <w:r w:rsidRPr="00A72643">
                        <w:rPr>
                          <w:b w:val="0"/>
                          <w:sz w:val="32"/>
                        </w:rPr>
                        <w:br/>
                        <w:t>[City, Zip Code]</w:t>
                      </w:r>
                    </w:p>
                    <w:p w:rsidR="00A72643" w:rsidRPr="00A72643" w:rsidRDefault="00A72643" w:rsidP="00A72643">
                      <w:pPr>
                        <w:jc w:val="left"/>
                        <w:rPr>
                          <w:b w:val="0"/>
                          <w:sz w:val="32"/>
                        </w:rPr>
                      </w:pPr>
                      <w:r w:rsidRPr="00A72643">
                        <w:rPr>
                          <w:b w:val="0"/>
                          <w:sz w:val="32"/>
                        </w:rPr>
                        <w:t>[Phone]</w:t>
                      </w:r>
                    </w:p>
                    <w:p w:rsidR="00A72643" w:rsidRPr="00A72643" w:rsidRDefault="00A72643" w:rsidP="00A72643">
                      <w:pPr>
                        <w:jc w:val="left"/>
                        <w:rPr>
                          <w:b w:val="0"/>
                          <w:sz w:val="32"/>
                        </w:rPr>
                      </w:pPr>
                      <w:r w:rsidRPr="00A72643">
                        <w:rPr>
                          <w:b w:val="0"/>
                          <w:sz w:val="32"/>
                        </w:rPr>
                        <w:t>Website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  <w14:textOutline w14:w="0" w14:cap="rnd" w14:cmpd="sng" w14:algn="ctr">
            <w14:noFill/>
            <w14:prstDash w14:val="solid"/>
            <w14:bevel/>
          </w14:textOutline>
          <w14:props3d w14:extrusionH="0" w14:contourW="0" w14:prstMateri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AC538F" wp14:editId="250E6B45">
                <wp:simplePos x="0" y="0"/>
                <wp:positionH relativeFrom="page">
                  <wp:posOffset>5838190</wp:posOffset>
                </wp:positionH>
                <wp:positionV relativeFrom="page">
                  <wp:posOffset>6400800</wp:posOffset>
                </wp:positionV>
                <wp:extent cx="3333750" cy="581025"/>
                <wp:effectExtent l="0" t="0" r="0" b="3175"/>
                <wp:wrapNone/>
                <wp:docPr id="3" name="Text Box 3" descr="Inside message text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643" w:rsidRPr="00A72643" w:rsidRDefault="00A72643" w:rsidP="00A72643">
                            <w:pPr>
                              <w:jc w:val="right"/>
                              <w:rPr>
                                <w:rFonts w:ascii="Brush Script MT Italic" w:hAnsi="Brush Script MT Italic"/>
                                <w:color w:val="3E762A" w:themeColor="accent1" w:themeShade="BF"/>
                                <w:sz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none"/>
                              </w:rPr>
                            </w:pPr>
                            <w:r w:rsidRPr="00A72643">
                              <w:rPr>
                                <w:rFonts w:ascii="Brush Script MT Italic" w:hAnsi="Brush Script MT Italic"/>
                                <w:color w:val="3E762A" w:themeColor="accent1" w:themeShade="BF"/>
                                <w:sz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none"/>
                              </w:rPr>
                              <w:t>With Compliments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alt="Description: Inside message text box" style="position:absolute;left:0;text-align:left;margin-left:459.7pt;margin-top:7in;width:262.5pt;height:45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" filled="f" stroked="f" strokeweight=".5pt">
                <v:textbox>
                  <w:txbxContent>
                    <w:p w:rsidR="00A72643" w:rsidRPr="00A72643" w:rsidRDefault="00A72643" w:rsidP="00A72643">
                      <w:pPr>
                        <w:jc w:val="right"/>
                        <w:rPr>
                          <w:rFonts w:ascii="Brush Script MT Italic" w:hAnsi="Brush Script MT Italic"/>
                          <w:color w:val="3E762A" w:themeColor="accent1" w:themeShade="BF"/>
                          <w:sz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none"/>
                        </w:rPr>
                      </w:pPr>
                      <w:r w:rsidRPr="00A72643">
                        <w:rPr>
                          <w:rFonts w:ascii="Brush Script MT Italic" w:hAnsi="Brush Script MT Italic"/>
                          <w:color w:val="3E762A" w:themeColor="accent1" w:themeShade="BF"/>
                          <w:sz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none"/>
                        </w:rPr>
                        <w:t>With Compliments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4384" behindDoc="1" locked="1" layoutInCell="1" allowOverlap="1" wp14:anchorId="2EC0B88F" wp14:editId="3274FFA5">
                <wp:simplePos x="0" y="0"/>
                <wp:positionH relativeFrom="page">
                  <wp:align>center</wp:align>
                </wp:positionH>
                <wp:positionV relativeFrom="page">
                  <wp:posOffset>4334510</wp:posOffset>
                </wp:positionV>
                <wp:extent cx="9134856" cy="2999232"/>
                <wp:effectExtent l="0" t="0" r="9525" b="10795"/>
                <wp:wrapNone/>
                <wp:docPr id="77" name="Group 33" descr="First place ribbon and colored border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9134856" cy="2999232"/>
                          <a:chOff x="0" y="0"/>
                          <a:chExt cx="5754" cy="1890"/>
                        </a:xfrm>
                      </wpg:grpSpPr>
                      <wps:wsp>
                        <wps:cNvPr id="78" name="AutoShape 32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5754" cy="1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6" y="16"/>
                            <a:ext cx="5724" cy="186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 w="49213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65" y="149"/>
                            <a:ext cx="5422" cy="1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49213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" name="Freeform 81"/>
                        <wps:cNvSpPr>
                          <a:spLocks/>
                        </wps:cNvSpPr>
                        <wps:spPr bwMode="auto">
                          <a:xfrm>
                            <a:off x="1431" y="1739"/>
                            <a:ext cx="26" cy="20"/>
                          </a:xfrm>
                          <a:custGeom>
                            <a:avLst/>
                            <a:gdLst>
                              <a:gd name="T0" fmla="*/ 13 w 13"/>
                              <a:gd name="T1" fmla="*/ 10 h 10"/>
                              <a:gd name="T2" fmla="*/ 3 w 13"/>
                              <a:gd name="T3" fmla="*/ 0 h 10"/>
                              <a:gd name="T4" fmla="*/ 0 w 13"/>
                              <a:gd name="T5" fmla="*/ 0 h 10"/>
                              <a:gd name="T6" fmla="*/ 13 w 13"/>
                              <a:gd name="T7" fmla="*/ 10 h 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3" h="10">
                                <a:moveTo>
                                  <a:pt x="13" y="10"/>
                                </a:moveTo>
                                <a:cubicBezTo>
                                  <a:pt x="10" y="7"/>
                                  <a:pt x="7" y="3"/>
                                  <a:pt x="3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4" y="3"/>
                                  <a:pt x="9" y="7"/>
                                  <a:pt x="13" y="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5A5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" name="Freeform 82"/>
                        <wps:cNvSpPr>
                          <a:spLocks/>
                        </wps:cNvSpPr>
                        <wps:spPr bwMode="auto">
                          <a:xfrm>
                            <a:off x="165" y="149"/>
                            <a:ext cx="1588" cy="1590"/>
                          </a:xfrm>
                          <a:custGeom>
                            <a:avLst/>
                            <a:gdLst>
                              <a:gd name="T0" fmla="*/ 526 w 799"/>
                              <a:gd name="T1" fmla="*/ 637 h 800"/>
                              <a:gd name="T2" fmla="*/ 543 w 799"/>
                              <a:gd name="T3" fmla="*/ 608 h 800"/>
                              <a:gd name="T4" fmla="*/ 559 w 799"/>
                              <a:gd name="T5" fmla="*/ 579 h 800"/>
                              <a:gd name="T6" fmla="*/ 572 w 799"/>
                              <a:gd name="T7" fmla="*/ 546 h 800"/>
                              <a:gd name="T8" fmla="*/ 580 w 799"/>
                              <a:gd name="T9" fmla="*/ 517 h 800"/>
                              <a:gd name="T10" fmla="*/ 588 w 799"/>
                              <a:gd name="T11" fmla="*/ 484 h 800"/>
                              <a:gd name="T12" fmla="*/ 593 w 799"/>
                              <a:gd name="T13" fmla="*/ 451 h 800"/>
                              <a:gd name="T14" fmla="*/ 593 w 799"/>
                              <a:gd name="T15" fmla="*/ 418 h 800"/>
                              <a:gd name="T16" fmla="*/ 593 w 799"/>
                              <a:gd name="T17" fmla="*/ 385 h 800"/>
                              <a:gd name="T18" fmla="*/ 588 w 799"/>
                              <a:gd name="T19" fmla="*/ 352 h 800"/>
                              <a:gd name="T20" fmla="*/ 584 w 799"/>
                              <a:gd name="T21" fmla="*/ 319 h 800"/>
                              <a:gd name="T22" fmla="*/ 576 w 799"/>
                              <a:gd name="T23" fmla="*/ 286 h 800"/>
                              <a:gd name="T24" fmla="*/ 564 w 799"/>
                              <a:gd name="T25" fmla="*/ 253 h 800"/>
                              <a:gd name="T26" fmla="*/ 551 w 799"/>
                              <a:gd name="T27" fmla="*/ 224 h 800"/>
                              <a:gd name="T28" fmla="*/ 535 w 799"/>
                              <a:gd name="T29" fmla="*/ 195 h 800"/>
                              <a:gd name="T30" fmla="*/ 514 w 799"/>
                              <a:gd name="T31" fmla="*/ 166 h 800"/>
                              <a:gd name="T32" fmla="*/ 493 w 799"/>
                              <a:gd name="T33" fmla="*/ 142 h 800"/>
                              <a:gd name="T34" fmla="*/ 620 w 799"/>
                              <a:gd name="T35" fmla="*/ 0 h 800"/>
                              <a:gd name="T36" fmla="*/ 561 w 799"/>
                              <a:gd name="T37" fmla="*/ 0 h 800"/>
                              <a:gd name="T38" fmla="*/ 448 w 799"/>
                              <a:gd name="T39" fmla="*/ 92 h 800"/>
                              <a:gd name="T40" fmla="*/ 489 w 799"/>
                              <a:gd name="T41" fmla="*/ 0 h 800"/>
                              <a:gd name="T42" fmla="*/ 461 w 799"/>
                              <a:gd name="T43" fmla="*/ 0 h 800"/>
                              <a:gd name="T44" fmla="*/ 394 w 799"/>
                              <a:gd name="T45" fmla="*/ 55 h 800"/>
                              <a:gd name="T46" fmla="*/ 387 w 799"/>
                              <a:gd name="T47" fmla="*/ 0 h 800"/>
                              <a:gd name="T48" fmla="*/ 375 w 799"/>
                              <a:gd name="T49" fmla="*/ 0 h 800"/>
                              <a:gd name="T50" fmla="*/ 333 w 799"/>
                              <a:gd name="T51" fmla="*/ 26 h 800"/>
                              <a:gd name="T52" fmla="*/ 307 w 799"/>
                              <a:gd name="T53" fmla="*/ 0 h 800"/>
                              <a:gd name="T54" fmla="*/ 302 w 799"/>
                              <a:gd name="T55" fmla="*/ 0 h 800"/>
                              <a:gd name="T56" fmla="*/ 271 w 799"/>
                              <a:gd name="T57" fmla="*/ 9 h 800"/>
                              <a:gd name="T58" fmla="*/ 238 w 799"/>
                              <a:gd name="T59" fmla="*/ 0 h 800"/>
                              <a:gd name="T60" fmla="*/ 238 w 799"/>
                              <a:gd name="T61" fmla="*/ 0 h 800"/>
                              <a:gd name="T62" fmla="*/ 205 w 799"/>
                              <a:gd name="T63" fmla="*/ 1 h 800"/>
                              <a:gd name="T64" fmla="*/ 168 w 799"/>
                              <a:gd name="T65" fmla="*/ 0 h 800"/>
                              <a:gd name="T66" fmla="*/ 167 w 799"/>
                              <a:gd name="T67" fmla="*/ 0 h 800"/>
                              <a:gd name="T68" fmla="*/ 135 w 799"/>
                              <a:gd name="T69" fmla="*/ 1 h 800"/>
                              <a:gd name="T70" fmla="*/ 101 w 799"/>
                              <a:gd name="T71" fmla="*/ 0 h 800"/>
                              <a:gd name="T72" fmla="*/ 98 w 799"/>
                              <a:gd name="T73" fmla="*/ 0 h 800"/>
                              <a:gd name="T74" fmla="*/ 73 w 799"/>
                              <a:gd name="T75" fmla="*/ 18 h 800"/>
                              <a:gd name="T76" fmla="*/ 33 w 799"/>
                              <a:gd name="T77" fmla="*/ 0 h 800"/>
                              <a:gd name="T78" fmla="*/ 26 w 799"/>
                              <a:gd name="T79" fmla="*/ 0 h 800"/>
                              <a:gd name="T80" fmla="*/ 0 w 799"/>
                              <a:gd name="T81" fmla="*/ 8 h 800"/>
                              <a:gd name="T82" fmla="*/ 0 w 799"/>
                              <a:gd name="T83" fmla="*/ 23 h 800"/>
                              <a:gd name="T84" fmla="*/ 14 w 799"/>
                              <a:gd name="T85" fmla="*/ 800 h 800"/>
                              <a:gd name="T86" fmla="*/ 19 w 799"/>
                              <a:gd name="T87" fmla="*/ 800 h 800"/>
                              <a:gd name="T88" fmla="*/ 56 w 799"/>
                              <a:gd name="T89" fmla="*/ 793 h 800"/>
                              <a:gd name="T90" fmla="*/ 317 w 799"/>
                              <a:gd name="T91" fmla="*/ 800 h 800"/>
                              <a:gd name="T92" fmla="*/ 319 w 799"/>
                              <a:gd name="T93" fmla="*/ 800 h 800"/>
                              <a:gd name="T94" fmla="*/ 349 w 799"/>
                              <a:gd name="T95" fmla="*/ 785 h 800"/>
                              <a:gd name="T96" fmla="*/ 390 w 799"/>
                              <a:gd name="T97" fmla="*/ 800 h 800"/>
                              <a:gd name="T98" fmla="*/ 400 w 799"/>
                              <a:gd name="T99" fmla="*/ 800 h 800"/>
                              <a:gd name="T100" fmla="*/ 407 w 799"/>
                              <a:gd name="T101" fmla="*/ 752 h 800"/>
                              <a:gd name="T102" fmla="*/ 475 w 799"/>
                              <a:gd name="T103" fmla="*/ 800 h 800"/>
                              <a:gd name="T104" fmla="*/ 500 w 799"/>
                              <a:gd name="T105" fmla="*/ 800 h 800"/>
                              <a:gd name="T106" fmla="*/ 460 w 799"/>
                              <a:gd name="T107" fmla="*/ 711 h 800"/>
                              <a:gd name="T108" fmla="*/ 575 w 799"/>
                              <a:gd name="T109" fmla="*/ 800 h 800"/>
                              <a:gd name="T110" fmla="*/ 637 w 799"/>
                              <a:gd name="T111" fmla="*/ 800 h 800"/>
                              <a:gd name="T112" fmla="*/ 506 w 799"/>
                              <a:gd name="T113" fmla="*/ 661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799" h="800">
                                <a:moveTo>
                                  <a:pt x="679" y="769"/>
                                </a:moveTo>
                                <a:cubicBezTo>
                                  <a:pt x="628" y="725"/>
                                  <a:pt x="577" y="681"/>
                                  <a:pt x="526" y="637"/>
                                </a:cubicBezTo>
                                <a:cubicBezTo>
                                  <a:pt x="587" y="667"/>
                                  <a:pt x="648" y="697"/>
                                  <a:pt x="708" y="727"/>
                                </a:cubicBezTo>
                                <a:cubicBezTo>
                                  <a:pt x="653" y="688"/>
                                  <a:pt x="598" y="648"/>
                                  <a:pt x="543" y="608"/>
                                </a:cubicBezTo>
                                <a:cubicBezTo>
                                  <a:pt x="606" y="634"/>
                                  <a:pt x="670" y="660"/>
                                  <a:pt x="733" y="686"/>
                                </a:cubicBezTo>
                                <a:cubicBezTo>
                                  <a:pt x="675" y="650"/>
                                  <a:pt x="617" y="615"/>
                                  <a:pt x="559" y="579"/>
                                </a:cubicBezTo>
                                <a:cubicBezTo>
                                  <a:pt x="624" y="600"/>
                                  <a:pt x="689" y="620"/>
                                  <a:pt x="753" y="641"/>
                                </a:cubicBezTo>
                                <a:cubicBezTo>
                                  <a:pt x="693" y="609"/>
                                  <a:pt x="632" y="578"/>
                                  <a:pt x="572" y="546"/>
                                </a:cubicBezTo>
                                <a:cubicBezTo>
                                  <a:pt x="638" y="561"/>
                                  <a:pt x="704" y="576"/>
                                  <a:pt x="770" y="591"/>
                                </a:cubicBezTo>
                                <a:cubicBezTo>
                                  <a:pt x="707" y="567"/>
                                  <a:pt x="643" y="542"/>
                                  <a:pt x="580" y="517"/>
                                </a:cubicBezTo>
                                <a:cubicBezTo>
                                  <a:pt x="648" y="527"/>
                                  <a:pt x="715" y="536"/>
                                  <a:pt x="782" y="546"/>
                                </a:cubicBezTo>
                                <a:cubicBezTo>
                                  <a:pt x="718" y="525"/>
                                  <a:pt x="653" y="505"/>
                                  <a:pt x="588" y="484"/>
                                </a:cubicBezTo>
                                <a:cubicBezTo>
                                  <a:pt x="656" y="488"/>
                                  <a:pt x="723" y="492"/>
                                  <a:pt x="791" y="496"/>
                                </a:cubicBezTo>
                                <a:cubicBezTo>
                                  <a:pt x="725" y="481"/>
                                  <a:pt x="659" y="466"/>
                                  <a:pt x="593" y="451"/>
                                </a:cubicBezTo>
                                <a:cubicBezTo>
                                  <a:pt x="661" y="450"/>
                                  <a:pt x="730" y="448"/>
                                  <a:pt x="799" y="447"/>
                                </a:cubicBezTo>
                                <a:cubicBezTo>
                                  <a:pt x="730" y="437"/>
                                  <a:pt x="661" y="428"/>
                                  <a:pt x="593" y="418"/>
                                </a:cubicBezTo>
                                <a:cubicBezTo>
                                  <a:pt x="661" y="411"/>
                                  <a:pt x="730" y="404"/>
                                  <a:pt x="799" y="397"/>
                                </a:cubicBezTo>
                                <a:cubicBezTo>
                                  <a:pt x="730" y="393"/>
                                  <a:pt x="661" y="389"/>
                                  <a:pt x="593" y="385"/>
                                </a:cubicBezTo>
                                <a:cubicBezTo>
                                  <a:pt x="660" y="371"/>
                                  <a:pt x="727" y="357"/>
                                  <a:pt x="795" y="344"/>
                                </a:cubicBezTo>
                                <a:cubicBezTo>
                                  <a:pt x="726" y="346"/>
                                  <a:pt x="657" y="349"/>
                                  <a:pt x="588" y="352"/>
                                </a:cubicBezTo>
                                <a:cubicBezTo>
                                  <a:pt x="656" y="333"/>
                                  <a:pt x="723" y="313"/>
                                  <a:pt x="791" y="294"/>
                                </a:cubicBezTo>
                                <a:cubicBezTo>
                                  <a:pt x="722" y="302"/>
                                  <a:pt x="653" y="311"/>
                                  <a:pt x="584" y="319"/>
                                </a:cubicBezTo>
                                <a:cubicBezTo>
                                  <a:pt x="649" y="296"/>
                                  <a:pt x="714" y="272"/>
                                  <a:pt x="778" y="249"/>
                                </a:cubicBezTo>
                                <a:cubicBezTo>
                                  <a:pt x="711" y="261"/>
                                  <a:pt x="643" y="274"/>
                                  <a:pt x="576" y="286"/>
                                </a:cubicBezTo>
                                <a:cubicBezTo>
                                  <a:pt x="638" y="257"/>
                                  <a:pt x="700" y="228"/>
                                  <a:pt x="762" y="199"/>
                                </a:cubicBezTo>
                                <a:cubicBezTo>
                                  <a:pt x="696" y="217"/>
                                  <a:pt x="630" y="235"/>
                                  <a:pt x="564" y="253"/>
                                </a:cubicBezTo>
                                <a:cubicBezTo>
                                  <a:pt x="624" y="220"/>
                                  <a:pt x="685" y="187"/>
                                  <a:pt x="745" y="154"/>
                                </a:cubicBezTo>
                                <a:cubicBezTo>
                                  <a:pt x="681" y="177"/>
                                  <a:pt x="616" y="201"/>
                                  <a:pt x="551" y="224"/>
                                </a:cubicBezTo>
                                <a:cubicBezTo>
                                  <a:pt x="608" y="186"/>
                                  <a:pt x="664" y="147"/>
                                  <a:pt x="720" y="109"/>
                                </a:cubicBezTo>
                                <a:cubicBezTo>
                                  <a:pt x="659" y="137"/>
                                  <a:pt x="597" y="166"/>
                                  <a:pt x="535" y="195"/>
                                </a:cubicBezTo>
                                <a:cubicBezTo>
                                  <a:pt x="588" y="153"/>
                                  <a:pt x="642" y="110"/>
                                  <a:pt x="696" y="67"/>
                                </a:cubicBezTo>
                                <a:cubicBezTo>
                                  <a:pt x="635" y="100"/>
                                  <a:pt x="575" y="133"/>
                                  <a:pt x="514" y="166"/>
                                </a:cubicBezTo>
                                <a:cubicBezTo>
                                  <a:pt x="565" y="120"/>
                                  <a:pt x="616" y="73"/>
                                  <a:pt x="667" y="26"/>
                                </a:cubicBezTo>
                                <a:cubicBezTo>
                                  <a:pt x="609" y="65"/>
                                  <a:pt x="551" y="103"/>
                                  <a:pt x="493" y="142"/>
                                </a:cubicBezTo>
                                <a:cubicBezTo>
                                  <a:pt x="537" y="94"/>
                                  <a:pt x="580" y="47"/>
                                  <a:pt x="624" y="0"/>
                                </a:cubicBezTo>
                                <a:cubicBezTo>
                                  <a:pt x="620" y="0"/>
                                  <a:pt x="620" y="0"/>
                                  <a:pt x="620" y="0"/>
                                </a:cubicBezTo>
                                <a:cubicBezTo>
                                  <a:pt x="571" y="39"/>
                                  <a:pt x="522" y="78"/>
                                  <a:pt x="473" y="117"/>
                                </a:cubicBezTo>
                                <a:cubicBezTo>
                                  <a:pt x="502" y="78"/>
                                  <a:pt x="531" y="39"/>
                                  <a:pt x="561" y="0"/>
                                </a:cubicBezTo>
                                <a:cubicBezTo>
                                  <a:pt x="546" y="0"/>
                                  <a:pt x="546" y="0"/>
                                  <a:pt x="546" y="0"/>
                                </a:cubicBezTo>
                                <a:cubicBezTo>
                                  <a:pt x="513" y="30"/>
                                  <a:pt x="481" y="61"/>
                                  <a:pt x="448" y="92"/>
                                </a:cubicBezTo>
                                <a:cubicBezTo>
                                  <a:pt x="468" y="61"/>
                                  <a:pt x="489" y="30"/>
                                  <a:pt x="509" y="0"/>
                                </a:cubicBezTo>
                                <a:cubicBezTo>
                                  <a:pt x="489" y="0"/>
                                  <a:pt x="489" y="0"/>
                                  <a:pt x="489" y="0"/>
                                </a:cubicBezTo>
                                <a:cubicBezTo>
                                  <a:pt x="466" y="25"/>
                                  <a:pt x="442" y="50"/>
                                  <a:pt x="419" y="76"/>
                                </a:cubicBezTo>
                                <a:cubicBezTo>
                                  <a:pt x="433" y="50"/>
                                  <a:pt x="447" y="25"/>
                                  <a:pt x="461" y="0"/>
                                </a:cubicBezTo>
                                <a:cubicBezTo>
                                  <a:pt x="437" y="0"/>
                                  <a:pt x="437" y="0"/>
                                  <a:pt x="437" y="0"/>
                                </a:cubicBezTo>
                                <a:cubicBezTo>
                                  <a:pt x="423" y="18"/>
                                  <a:pt x="409" y="36"/>
                                  <a:pt x="394" y="55"/>
                                </a:cubicBezTo>
                                <a:cubicBezTo>
                                  <a:pt x="402" y="36"/>
                                  <a:pt x="410" y="18"/>
                                  <a:pt x="418" y="0"/>
                                </a:cubicBezTo>
                                <a:cubicBezTo>
                                  <a:pt x="387" y="0"/>
                                  <a:pt x="387" y="0"/>
                                  <a:pt x="387" y="0"/>
                                </a:cubicBezTo>
                                <a:cubicBezTo>
                                  <a:pt x="378" y="13"/>
                                  <a:pt x="370" y="25"/>
                                  <a:pt x="361" y="38"/>
                                </a:cubicBezTo>
                                <a:cubicBezTo>
                                  <a:pt x="366" y="25"/>
                                  <a:pt x="370" y="13"/>
                                  <a:pt x="375" y="0"/>
                                </a:cubicBezTo>
                                <a:cubicBezTo>
                                  <a:pt x="346" y="0"/>
                                  <a:pt x="346" y="0"/>
                                  <a:pt x="346" y="0"/>
                                </a:cubicBezTo>
                                <a:cubicBezTo>
                                  <a:pt x="342" y="8"/>
                                  <a:pt x="337" y="17"/>
                                  <a:pt x="333" y="26"/>
                                </a:cubicBezTo>
                                <a:cubicBezTo>
                                  <a:pt x="335" y="17"/>
                                  <a:pt x="337" y="8"/>
                                  <a:pt x="339" y="0"/>
                                </a:cubicBezTo>
                                <a:cubicBezTo>
                                  <a:pt x="307" y="0"/>
                                  <a:pt x="307" y="0"/>
                                  <a:pt x="307" y="0"/>
                                </a:cubicBezTo>
                                <a:cubicBezTo>
                                  <a:pt x="305" y="6"/>
                                  <a:pt x="302" y="12"/>
                                  <a:pt x="300" y="18"/>
                                </a:cubicBezTo>
                                <a:cubicBezTo>
                                  <a:pt x="301" y="12"/>
                                  <a:pt x="302" y="6"/>
                                  <a:pt x="302" y="0"/>
                                </a:cubicBezTo>
                                <a:cubicBezTo>
                                  <a:pt x="274" y="0"/>
                                  <a:pt x="274" y="0"/>
                                  <a:pt x="274" y="0"/>
                                </a:cubicBezTo>
                                <a:cubicBezTo>
                                  <a:pt x="273" y="3"/>
                                  <a:pt x="272" y="6"/>
                                  <a:pt x="271" y="9"/>
                                </a:cubicBezTo>
                                <a:cubicBezTo>
                                  <a:pt x="271" y="6"/>
                                  <a:pt x="271" y="3"/>
                                  <a:pt x="271" y="0"/>
                                </a:cubicBezTo>
                                <a:cubicBezTo>
                                  <a:pt x="238" y="0"/>
                                  <a:pt x="238" y="0"/>
                                  <a:pt x="238" y="0"/>
                                </a:cubicBezTo>
                                <a:cubicBezTo>
                                  <a:pt x="238" y="0"/>
                                  <a:pt x="238" y="1"/>
                                  <a:pt x="238" y="1"/>
                                </a:cubicBezTo>
                                <a:cubicBezTo>
                                  <a:pt x="238" y="1"/>
                                  <a:pt x="238" y="0"/>
                                  <a:pt x="238" y="0"/>
                                </a:cubicBezTo>
                                <a:cubicBezTo>
                                  <a:pt x="205" y="0"/>
                                  <a:pt x="205" y="0"/>
                                  <a:pt x="205" y="0"/>
                                </a:cubicBezTo>
                                <a:cubicBezTo>
                                  <a:pt x="205" y="0"/>
                                  <a:pt x="205" y="1"/>
                                  <a:pt x="205" y="1"/>
                                </a:cubicBezTo>
                                <a:cubicBezTo>
                                  <a:pt x="205" y="1"/>
                                  <a:pt x="205" y="0"/>
                                  <a:pt x="204" y="0"/>
                                </a:cubicBezTo>
                                <a:cubicBezTo>
                                  <a:pt x="168" y="0"/>
                                  <a:pt x="168" y="0"/>
                                  <a:pt x="168" y="0"/>
                                </a:cubicBezTo>
                                <a:cubicBezTo>
                                  <a:pt x="168" y="0"/>
                                  <a:pt x="168" y="1"/>
                                  <a:pt x="168" y="1"/>
                                </a:cubicBezTo>
                                <a:cubicBezTo>
                                  <a:pt x="167" y="1"/>
                                  <a:pt x="167" y="0"/>
                                  <a:pt x="167" y="0"/>
                                </a:cubicBezTo>
                                <a:cubicBezTo>
                                  <a:pt x="135" y="0"/>
                                  <a:pt x="135" y="0"/>
                                  <a:pt x="135" y="0"/>
                                </a:cubicBezTo>
                                <a:cubicBezTo>
                                  <a:pt x="135" y="0"/>
                                  <a:pt x="135" y="1"/>
                                  <a:pt x="135" y="1"/>
                                </a:cubicBezTo>
                                <a:cubicBezTo>
                                  <a:pt x="134" y="1"/>
                                  <a:pt x="134" y="0"/>
                                  <a:pt x="134" y="0"/>
                                </a:cubicBezTo>
                                <a:cubicBezTo>
                                  <a:pt x="101" y="0"/>
                                  <a:pt x="101" y="0"/>
                                  <a:pt x="101" y="0"/>
                                </a:cubicBezTo>
                                <a:cubicBezTo>
                                  <a:pt x="101" y="3"/>
                                  <a:pt x="101" y="6"/>
                                  <a:pt x="101" y="9"/>
                                </a:cubicBezTo>
                                <a:cubicBezTo>
                                  <a:pt x="100" y="6"/>
                                  <a:pt x="99" y="3"/>
                                  <a:pt x="98" y="0"/>
                                </a:cubicBezTo>
                                <a:cubicBezTo>
                                  <a:pt x="69" y="0"/>
                                  <a:pt x="69" y="0"/>
                                  <a:pt x="69" y="0"/>
                                </a:cubicBezTo>
                                <a:cubicBezTo>
                                  <a:pt x="70" y="6"/>
                                  <a:pt x="72" y="12"/>
                                  <a:pt x="73" y="18"/>
                                </a:cubicBezTo>
                                <a:cubicBezTo>
                                  <a:pt x="70" y="12"/>
                                  <a:pt x="67" y="6"/>
                                  <a:pt x="65" y="0"/>
                                </a:cubicBezTo>
                                <a:cubicBezTo>
                                  <a:pt x="33" y="0"/>
                                  <a:pt x="33" y="0"/>
                                  <a:pt x="33" y="0"/>
                                </a:cubicBezTo>
                                <a:cubicBezTo>
                                  <a:pt x="35" y="8"/>
                                  <a:pt x="37" y="17"/>
                                  <a:pt x="40" y="26"/>
                                </a:cubicBezTo>
                                <a:cubicBezTo>
                                  <a:pt x="35" y="17"/>
                                  <a:pt x="30" y="8"/>
                                  <a:pt x="26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8"/>
                                  <a:pt x="0" y="8"/>
                                  <a:pt x="0" y="8"/>
                                </a:cubicBezTo>
                                <a:cubicBezTo>
                                  <a:pt x="4" y="18"/>
                                  <a:pt x="7" y="28"/>
                                  <a:pt x="11" y="38"/>
                                </a:cubicBezTo>
                                <a:cubicBezTo>
                                  <a:pt x="7" y="33"/>
                                  <a:pt x="4" y="28"/>
                                  <a:pt x="0" y="23"/>
                                </a:cubicBezTo>
                                <a:cubicBezTo>
                                  <a:pt x="0" y="800"/>
                                  <a:pt x="0" y="800"/>
                                  <a:pt x="0" y="800"/>
                                </a:cubicBezTo>
                                <a:cubicBezTo>
                                  <a:pt x="14" y="800"/>
                                  <a:pt x="14" y="800"/>
                                  <a:pt x="14" y="800"/>
                                </a:cubicBezTo>
                                <a:cubicBezTo>
                                  <a:pt x="17" y="795"/>
                                  <a:pt x="20" y="790"/>
                                  <a:pt x="23" y="785"/>
                                </a:cubicBezTo>
                                <a:cubicBezTo>
                                  <a:pt x="22" y="790"/>
                                  <a:pt x="20" y="795"/>
                                  <a:pt x="19" y="800"/>
                                </a:cubicBezTo>
                                <a:cubicBezTo>
                                  <a:pt x="53" y="800"/>
                                  <a:pt x="53" y="800"/>
                                  <a:pt x="53" y="800"/>
                                </a:cubicBezTo>
                                <a:cubicBezTo>
                                  <a:pt x="54" y="798"/>
                                  <a:pt x="55" y="796"/>
                                  <a:pt x="56" y="793"/>
                                </a:cubicBezTo>
                                <a:cubicBezTo>
                                  <a:pt x="56" y="796"/>
                                  <a:pt x="55" y="798"/>
                                  <a:pt x="55" y="800"/>
                                </a:cubicBezTo>
                                <a:cubicBezTo>
                                  <a:pt x="317" y="800"/>
                                  <a:pt x="317" y="800"/>
                                  <a:pt x="317" y="800"/>
                                </a:cubicBezTo>
                                <a:cubicBezTo>
                                  <a:pt x="317" y="798"/>
                                  <a:pt x="316" y="796"/>
                                  <a:pt x="316" y="793"/>
                                </a:cubicBezTo>
                                <a:cubicBezTo>
                                  <a:pt x="317" y="796"/>
                                  <a:pt x="318" y="798"/>
                                  <a:pt x="319" y="800"/>
                                </a:cubicBezTo>
                                <a:cubicBezTo>
                                  <a:pt x="353" y="800"/>
                                  <a:pt x="353" y="800"/>
                                  <a:pt x="353" y="800"/>
                                </a:cubicBezTo>
                                <a:cubicBezTo>
                                  <a:pt x="352" y="795"/>
                                  <a:pt x="351" y="790"/>
                                  <a:pt x="349" y="785"/>
                                </a:cubicBezTo>
                                <a:cubicBezTo>
                                  <a:pt x="352" y="790"/>
                                  <a:pt x="355" y="795"/>
                                  <a:pt x="358" y="800"/>
                                </a:cubicBezTo>
                                <a:cubicBezTo>
                                  <a:pt x="390" y="800"/>
                                  <a:pt x="390" y="800"/>
                                  <a:pt x="390" y="800"/>
                                </a:cubicBezTo>
                                <a:cubicBezTo>
                                  <a:pt x="386" y="789"/>
                                  <a:pt x="382" y="779"/>
                                  <a:pt x="378" y="769"/>
                                </a:cubicBezTo>
                                <a:cubicBezTo>
                                  <a:pt x="385" y="779"/>
                                  <a:pt x="393" y="789"/>
                                  <a:pt x="400" y="800"/>
                                </a:cubicBezTo>
                                <a:cubicBezTo>
                                  <a:pt x="430" y="800"/>
                                  <a:pt x="430" y="800"/>
                                  <a:pt x="430" y="800"/>
                                </a:cubicBezTo>
                                <a:cubicBezTo>
                                  <a:pt x="422" y="784"/>
                                  <a:pt x="415" y="768"/>
                                  <a:pt x="407" y="752"/>
                                </a:cubicBezTo>
                                <a:cubicBezTo>
                                  <a:pt x="420" y="768"/>
                                  <a:pt x="434" y="784"/>
                                  <a:pt x="447" y="800"/>
                                </a:cubicBezTo>
                                <a:cubicBezTo>
                                  <a:pt x="475" y="800"/>
                                  <a:pt x="475" y="800"/>
                                  <a:pt x="475" y="800"/>
                                </a:cubicBezTo>
                                <a:cubicBezTo>
                                  <a:pt x="462" y="777"/>
                                  <a:pt x="449" y="754"/>
                                  <a:pt x="436" y="732"/>
                                </a:cubicBezTo>
                                <a:cubicBezTo>
                                  <a:pt x="457" y="754"/>
                                  <a:pt x="479" y="777"/>
                                  <a:pt x="500" y="800"/>
                                </a:cubicBezTo>
                                <a:cubicBezTo>
                                  <a:pt x="521" y="800"/>
                                  <a:pt x="521" y="800"/>
                                  <a:pt x="521" y="800"/>
                                </a:cubicBezTo>
                                <a:cubicBezTo>
                                  <a:pt x="501" y="770"/>
                                  <a:pt x="481" y="741"/>
                                  <a:pt x="460" y="711"/>
                                </a:cubicBezTo>
                                <a:cubicBezTo>
                                  <a:pt x="494" y="741"/>
                                  <a:pt x="527" y="770"/>
                                  <a:pt x="560" y="800"/>
                                </a:cubicBezTo>
                                <a:cubicBezTo>
                                  <a:pt x="575" y="800"/>
                                  <a:pt x="575" y="800"/>
                                  <a:pt x="575" y="800"/>
                                </a:cubicBezTo>
                                <a:cubicBezTo>
                                  <a:pt x="545" y="762"/>
                                  <a:pt x="515" y="724"/>
                                  <a:pt x="485" y="686"/>
                                </a:cubicBezTo>
                                <a:cubicBezTo>
                                  <a:pt x="536" y="724"/>
                                  <a:pt x="586" y="762"/>
                                  <a:pt x="637" y="800"/>
                                </a:cubicBezTo>
                                <a:cubicBezTo>
                                  <a:pt x="640" y="800"/>
                                  <a:pt x="640" y="800"/>
                                  <a:pt x="640" y="800"/>
                                </a:cubicBezTo>
                                <a:cubicBezTo>
                                  <a:pt x="595" y="754"/>
                                  <a:pt x="551" y="708"/>
                                  <a:pt x="506" y="661"/>
                                </a:cubicBezTo>
                                <a:cubicBezTo>
                                  <a:pt x="564" y="697"/>
                                  <a:pt x="621" y="733"/>
                                  <a:pt x="679" y="76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" name="Freeform 83"/>
                        <wps:cNvSpPr>
                          <a:spLocks/>
                        </wps:cNvSpPr>
                        <wps:spPr bwMode="auto">
                          <a:xfrm>
                            <a:off x="165" y="149"/>
                            <a:ext cx="1215" cy="1590"/>
                          </a:xfrm>
                          <a:custGeom>
                            <a:avLst/>
                            <a:gdLst>
                              <a:gd name="T0" fmla="*/ 451 w 611"/>
                              <a:gd name="T1" fmla="*/ 755 h 800"/>
                              <a:gd name="T2" fmla="*/ 463 w 611"/>
                              <a:gd name="T3" fmla="*/ 648 h 800"/>
                              <a:gd name="T4" fmla="*/ 567 w 611"/>
                              <a:gd name="T5" fmla="*/ 616 h 800"/>
                              <a:gd name="T6" fmla="*/ 528 w 611"/>
                              <a:gd name="T7" fmla="*/ 507 h 800"/>
                              <a:gd name="T8" fmla="*/ 611 w 611"/>
                              <a:gd name="T9" fmla="*/ 437 h 800"/>
                              <a:gd name="T10" fmla="*/ 541 w 611"/>
                              <a:gd name="T11" fmla="*/ 354 h 800"/>
                              <a:gd name="T12" fmla="*/ 587 w 611"/>
                              <a:gd name="T13" fmla="*/ 252 h 800"/>
                              <a:gd name="T14" fmla="*/ 503 w 611"/>
                              <a:gd name="T15" fmla="*/ 145 h 800"/>
                              <a:gd name="T16" fmla="*/ 426 w 611"/>
                              <a:gd name="T17" fmla="*/ 78 h 800"/>
                              <a:gd name="T18" fmla="*/ 385 w 611"/>
                              <a:gd name="T19" fmla="*/ 0 h 800"/>
                              <a:gd name="T20" fmla="*/ 14 w 611"/>
                              <a:gd name="T21" fmla="*/ 0 h 800"/>
                              <a:gd name="T22" fmla="*/ 8 w 611"/>
                              <a:gd name="T23" fmla="*/ 11 h 800"/>
                              <a:gd name="T24" fmla="*/ 0 w 611"/>
                              <a:gd name="T25" fmla="*/ 15 h 800"/>
                              <a:gd name="T26" fmla="*/ 0 w 611"/>
                              <a:gd name="T27" fmla="*/ 800 h 800"/>
                              <a:gd name="T28" fmla="*/ 334 w 611"/>
                              <a:gd name="T29" fmla="*/ 800 h 800"/>
                              <a:gd name="T30" fmla="*/ 451 w 611"/>
                              <a:gd name="T31" fmla="*/ 755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611" h="800">
                                <a:moveTo>
                                  <a:pt x="451" y="755"/>
                                </a:moveTo>
                                <a:cubicBezTo>
                                  <a:pt x="471" y="756"/>
                                  <a:pt x="452" y="662"/>
                                  <a:pt x="463" y="648"/>
                                </a:cubicBezTo>
                                <a:cubicBezTo>
                                  <a:pt x="475" y="631"/>
                                  <a:pt x="546" y="623"/>
                                  <a:pt x="567" y="616"/>
                                </a:cubicBezTo>
                                <a:cubicBezTo>
                                  <a:pt x="558" y="591"/>
                                  <a:pt x="523" y="532"/>
                                  <a:pt x="528" y="507"/>
                                </a:cubicBezTo>
                                <a:cubicBezTo>
                                  <a:pt x="533" y="487"/>
                                  <a:pt x="595" y="451"/>
                                  <a:pt x="611" y="437"/>
                                </a:cubicBezTo>
                                <a:cubicBezTo>
                                  <a:pt x="588" y="410"/>
                                  <a:pt x="565" y="382"/>
                                  <a:pt x="541" y="354"/>
                                </a:cubicBezTo>
                                <a:cubicBezTo>
                                  <a:pt x="549" y="339"/>
                                  <a:pt x="598" y="258"/>
                                  <a:pt x="587" y="252"/>
                                </a:cubicBezTo>
                                <a:cubicBezTo>
                                  <a:pt x="521" y="215"/>
                                  <a:pt x="497" y="220"/>
                                  <a:pt x="503" y="145"/>
                                </a:cubicBezTo>
                                <a:cubicBezTo>
                                  <a:pt x="510" y="72"/>
                                  <a:pt x="498" y="87"/>
                                  <a:pt x="426" y="78"/>
                                </a:cubicBezTo>
                                <a:cubicBezTo>
                                  <a:pt x="396" y="74"/>
                                  <a:pt x="390" y="34"/>
                                  <a:pt x="385" y="0"/>
                                </a:cubicBezTo>
                                <a:cubicBezTo>
                                  <a:pt x="14" y="0"/>
                                  <a:pt x="14" y="0"/>
                                  <a:pt x="14" y="0"/>
                                </a:cubicBezTo>
                                <a:cubicBezTo>
                                  <a:pt x="12" y="3"/>
                                  <a:pt x="10" y="7"/>
                                  <a:pt x="8" y="11"/>
                                </a:cubicBezTo>
                                <a:cubicBezTo>
                                  <a:pt x="7" y="13"/>
                                  <a:pt x="4" y="14"/>
                                  <a:pt x="0" y="15"/>
                                </a:cubicBezTo>
                                <a:cubicBezTo>
                                  <a:pt x="0" y="800"/>
                                  <a:pt x="0" y="800"/>
                                  <a:pt x="0" y="800"/>
                                </a:cubicBezTo>
                                <a:cubicBezTo>
                                  <a:pt x="334" y="800"/>
                                  <a:pt x="334" y="800"/>
                                  <a:pt x="334" y="800"/>
                                </a:cubicBezTo>
                                <a:cubicBezTo>
                                  <a:pt x="323" y="740"/>
                                  <a:pt x="400" y="752"/>
                                  <a:pt x="451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4" name="Freeform 84"/>
                        <wps:cNvSpPr>
                          <a:spLocks/>
                        </wps:cNvSpPr>
                        <wps:spPr bwMode="auto">
                          <a:xfrm>
                            <a:off x="165" y="149"/>
                            <a:ext cx="1360" cy="1590"/>
                          </a:xfrm>
                          <a:custGeom>
                            <a:avLst/>
                            <a:gdLst>
                              <a:gd name="T0" fmla="*/ 492 w 684"/>
                              <a:gd name="T1" fmla="*/ 800 h 800"/>
                              <a:gd name="T2" fmla="*/ 501 w 684"/>
                              <a:gd name="T3" fmla="*/ 676 h 800"/>
                              <a:gd name="T4" fmla="*/ 616 w 684"/>
                              <a:gd name="T5" fmla="*/ 636 h 800"/>
                              <a:gd name="T6" fmla="*/ 619 w 684"/>
                              <a:gd name="T7" fmla="*/ 482 h 800"/>
                              <a:gd name="T8" fmla="*/ 584 w 684"/>
                              <a:gd name="T9" fmla="*/ 350 h 800"/>
                              <a:gd name="T10" fmla="*/ 633 w 684"/>
                              <a:gd name="T11" fmla="*/ 235 h 800"/>
                              <a:gd name="T12" fmla="*/ 541 w 684"/>
                              <a:gd name="T13" fmla="*/ 142 h 800"/>
                              <a:gd name="T14" fmla="*/ 472 w 684"/>
                              <a:gd name="T15" fmla="*/ 48 h 800"/>
                              <a:gd name="T16" fmla="*/ 420 w 684"/>
                              <a:gd name="T17" fmla="*/ 0 h 800"/>
                              <a:gd name="T18" fmla="*/ 0 w 684"/>
                              <a:gd name="T19" fmla="*/ 0 h 800"/>
                              <a:gd name="T20" fmla="*/ 0 w 684"/>
                              <a:gd name="T21" fmla="*/ 800 h 800"/>
                              <a:gd name="T22" fmla="*/ 492 w 684"/>
                              <a:gd name="T23" fmla="*/ 800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684" h="800">
                                <a:moveTo>
                                  <a:pt x="492" y="800"/>
                                </a:moveTo>
                                <a:cubicBezTo>
                                  <a:pt x="492" y="800"/>
                                  <a:pt x="485" y="696"/>
                                  <a:pt x="501" y="676"/>
                                </a:cubicBezTo>
                                <a:cubicBezTo>
                                  <a:pt x="516" y="656"/>
                                  <a:pt x="590" y="645"/>
                                  <a:pt x="616" y="636"/>
                                </a:cubicBezTo>
                                <a:cubicBezTo>
                                  <a:pt x="589" y="560"/>
                                  <a:pt x="558" y="536"/>
                                  <a:pt x="619" y="482"/>
                                </a:cubicBezTo>
                                <a:cubicBezTo>
                                  <a:pt x="684" y="425"/>
                                  <a:pt x="636" y="412"/>
                                  <a:pt x="584" y="350"/>
                                </a:cubicBezTo>
                                <a:cubicBezTo>
                                  <a:pt x="591" y="335"/>
                                  <a:pt x="643" y="241"/>
                                  <a:pt x="633" y="235"/>
                                </a:cubicBezTo>
                                <a:cubicBezTo>
                                  <a:pt x="583" y="207"/>
                                  <a:pt x="534" y="203"/>
                                  <a:pt x="541" y="142"/>
                                </a:cubicBezTo>
                                <a:cubicBezTo>
                                  <a:pt x="552" y="54"/>
                                  <a:pt x="559" y="60"/>
                                  <a:pt x="472" y="48"/>
                                </a:cubicBezTo>
                                <a:cubicBezTo>
                                  <a:pt x="439" y="44"/>
                                  <a:pt x="427" y="25"/>
                                  <a:pt x="420" y="0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0" y="800"/>
                                  <a:pt x="0" y="800"/>
                                  <a:pt x="0" y="800"/>
                                </a:cubicBezTo>
                                <a:lnTo>
                                  <a:pt x="492" y="8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" name="Freeform 85"/>
                        <wps:cNvSpPr>
                          <a:spLocks/>
                        </wps:cNvSpPr>
                        <wps:spPr bwMode="auto">
                          <a:xfrm>
                            <a:off x="165" y="986"/>
                            <a:ext cx="366" cy="753"/>
                          </a:xfrm>
                          <a:custGeom>
                            <a:avLst/>
                            <a:gdLst>
                              <a:gd name="T0" fmla="*/ 176 w 184"/>
                              <a:gd name="T1" fmla="*/ 96 h 379"/>
                              <a:gd name="T2" fmla="*/ 59 w 184"/>
                              <a:gd name="T3" fmla="*/ 0 h 379"/>
                              <a:gd name="T4" fmla="*/ 51 w 184"/>
                              <a:gd name="T5" fmla="*/ 21 h 379"/>
                              <a:gd name="T6" fmla="*/ 0 w 184"/>
                              <a:gd name="T7" fmla="*/ 130 h 379"/>
                              <a:gd name="T8" fmla="*/ 0 w 184"/>
                              <a:gd name="T9" fmla="*/ 379 h 379"/>
                              <a:gd name="T10" fmla="*/ 138 w 184"/>
                              <a:gd name="T11" fmla="*/ 379 h 379"/>
                              <a:gd name="T12" fmla="*/ 143 w 184"/>
                              <a:gd name="T13" fmla="*/ 338 h 379"/>
                              <a:gd name="T14" fmla="*/ 176 w 184"/>
                              <a:gd name="T15" fmla="*/ 96 h 3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84" h="379">
                                <a:moveTo>
                                  <a:pt x="176" y="96"/>
                                </a:moveTo>
                                <a:cubicBezTo>
                                  <a:pt x="184" y="37"/>
                                  <a:pt x="106" y="25"/>
                                  <a:pt x="59" y="0"/>
                                </a:cubicBezTo>
                                <a:cubicBezTo>
                                  <a:pt x="56" y="7"/>
                                  <a:pt x="54" y="14"/>
                                  <a:pt x="51" y="21"/>
                                </a:cubicBezTo>
                                <a:cubicBezTo>
                                  <a:pt x="34" y="57"/>
                                  <a:pt x="17" y="94"/>
                                  <a:pt x="0" y="130"/>
                                </a:cubicBezTo>
                                <a:cubicBezTo>
                                  <a:pt x="0" y="379"/>
                                  <a:pt x="0" y="379"/>
                                  <a:pt x="0" y="379"/>
                                </a:cubicBezTo>
                                <a:cubicBezTo>
                                  <a:pt x="138" y="379"/>
                                  <a:pt x="138" y="379"/>
                                  <a:pt x="138" y="379"/>
                                </a:cubicBezTo>
                                <a:cubicBezTo>
                                  <a:pt x="139" y="365"/>
                                  <a:pt x="141" y="352"/>
                                  <a:pt x="143" y="338"/>
                                </a:cubicBezTo>
                                <a:cubicBezTo>
                                  <a:pt x="154" y="257"/>
                                  <a:pt x="165" y="177"/>
                                  <a:pt x="176" y="9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6" name="Freeform 86"/>
                        <wps:cNvSpPr>
                          <a:spLocks/>
                        </wps:cNvSpPr>
                        <wps:spPr bwMode="auto">
                          <a:xfrm>
                            <a:off x="378" y="1222"/>
                            <a:ext cx="455" cy="517"/>
                          </a:xfrm>
                          <a:custGeom>
                            <a:avLst/>
                            <a:gdLst>
                              <a:gd name="T0" fmla="*/ 108 w 229"/>
                              <a:gd name="T1" fmla="*/ 12 h 260"/>
                              <a:gd name="T2" fmla="*/ 4 w 229"/>
                              <a:gd name="T3" fmla="*/ 93 h 260"/>
                              <a:gd name="T4" fmla="*/ 16 w 229"/>
                              <a:gd name="T5" fmla="*/ 260 h 260"/>
                              <a:gd name="T6" fmla="*/ 229 w 229"/>
                              <a:gd name="T7" fmla="*/ 260 h 260"/>
                              <a:gd name="T8" fmla="*/ 130 w 229"/>
                              <a:gd name="T9" fmla="*/ 0 h 260"/>
                              <a:gd name="T10" fmla="*/ 108 w 229"/>
                              <a:gd name="T11" fmla="*/ 12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29" h="260">
                                <a:moveTo>
                                  <a:pt x="108" y="12"/>
                                </a:moveTo>
                                <a:cubicBezTo>
                                  <a:pt x="62" y="34"/>
                                  <a:pt x="0" y="38"/>
                                  <a:pt x="4" y="93"/>
                                </a:cubicBezTo>
                                <a:cubicBezTo>
                                  <a:pt x="8" y="149"/>
                                  <a:pt x="12" y="204"/>
                                  <a:pt x="16" y="260"/>
                                </a:cubicBezTo>
                                <a:cubicBezTo>
                                  <a:pt x="229" y="260"/>
                                  <a:pt x="229" y="260"/>
                                  <a:pt x="229" y="260"/>
                                </a:cubicBezTo>
                                <a:cubicBezTo>
                                  <a:pt x="196" y="173"/>
                                  <a:pt x="163" y="87"/>
                                  <a:pt x="130" y="0"/>
                                </a:cubicBezTo>
                                <a:cubicBezTo>
                                  <a:pt x="123" y="4"/>
                                  <a:pt x="115" y="8"/>
                                  <a:pt x="108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" name="Freeform 87"/>
                        <wps:cNvSpPr>
                          <a:spLocks/>
                        </wps:cNvSpPr>
                        <wps:spPr bwMode="auto">
                          <a:xfrm>
                            <a:off x="165" y="1089"/>
                            <a:ext cx="286" cy="650"/>
                          </a:xfrm>
                          <a:custGeom>
                            <a:avLst/>
                            <a:gdLst>
                              <a:gd name="T0" fmla="*/ 137 w 144"/>
                              <a:gd name="T1" fmla="*/ 71 h 327"/>
                              <a:gd name="T2" fmla="*/ 77 w 144"/>
                              <a:gd name="T3" fmla="*/ 0 h 327"/>
                              <a:gd name="T4" fmla="*/ 0 w 144"/>
                              <a:gd name="T5" fmla="*/ 171 h 327"/>
                              <a:gd name="T6" fmla="*/ 0 w 144"/>
                              <a:gd name="T7" fmla="*/ 327 h 327"/>
                              <a:gd name="T8" fmla="*/ 101 w 144"/>
                              <a:gd name="T9" fmla="*/ 327 h 327"/>
                              <a:gd name="T10" fmla="*/ 109 w 144"/>
                              <a:gd name="T11" fmla="*/ 270 h 327"/>
                              <a:gd name="T12" fmla="*/ 137 w 144"/>
                              <a:gd name="T13" fmla="*/ 71 h 3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4" h="327">
                                <a:moveTo>
                                  <a:pt x="137" y="71"/>
                                </a:moveTo>
                                <a:cubicBezTo>
                                  <a:pt x="144" y="20"/>
                                  <a:pt x="125" y="25"/>
                                  <a:pt x="77" y="0"/>
                                </a:cubicBezTo>
                                <a:cubicBezTo>
                                  <a:pt x="52" y="57"/>
                                  <a:pt x="26" y="114"/>
                                  <a:pt x="0" y="171"/>
                                </a:cubicBezTo>
                                <a:cubicBezTo>
                                  <a:pt x="0" y="327"/>
                                  <a:pt x="0" y="327"/>
                                  <a:pt x="0" y="327"/>
                                </a:cubicBezTo>
                                <a:cubicBezTo>
                                  <a:pt x="101" y="327"/>
                                  <a:pt x="101" y="327"/>
                                  <a:pt x="101" y="327"/>
                                </a:cubicBezTo>
                                <a:cubicBezTo>
                                  <a:pt x="104" y="308"/>
                                  <a:pt x="106" y="289"/>
                                  <a:pt x="109" y="270"/>
                                </a:cubicBezTo>
                                <a:cubicBezTo>
                                  <a:pt x="118" y="203"/>
                                  <a:pt x="127" y="137"/>
                                  <a:pt x="137" y="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69A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8" name="Freeform 88"/>
                        <wps:cNvSpPr>
                          <a:spLocks/>
                        </wps:cNvSpPr>
                        <wps:spPr bwMode="auto">
                          <a:xfrm>
                            <a:off x="300" y="1121"/>
                            <a:ext cx="219" cy="618"/>
                          </a:xfrm>
                          <a:custGeom>
                            <a:avLst/>
                            <a:gdLst>
                              <a:gd name="T0" fmla="*/ 44 w 110"/>
                              <a:gd name="T1" fmla="*/ 0 h 311"/>
                              <a:gd name="T2" fmla="*/ 0 w 110"/>
                              <a:gd name="T3" fmla="*/ 311 h 311"/>
                              <a:gd name="T4" fmla="*/ 33 w 110"/>
                              <a:gd name="T5" fmla="*/ 311 h 311"/>
                              <a:gd name="T6" fmla="*/ 35 w 110"/>
                              <a:gd name="T7" fmla="*/ 299 h 311"/>
                              <a:gd name="T8" fmla="*/ 44 w 110"/>
                              <a:gd name="T9" fmla="*/ 0 h 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0" h="311">
                                <a:moveTo>
                                  <a:pt x="44" y="0"/>
                                </a:moveTo>
                                <a:cubicBezTo>
                                  <a:pt x="30" y="104"/>
                                  <a:pt x="15" y="207"/>
                                  <a:pt x="0" y="311"/>
                                </a:cubicBezTo>
                                <a:cubicBezTo>
                                  <a:pt x="33" y="311"/>
                                  <a:pt x="33" y="311"/>
                                  <a:pt x="33" y="311"/>
                                </a:cubicBezTo>
                                <a:cubicBezTo>
                                  <a:pt x="34" y="307"/>
                                  <a:pt x="34" y="303"/>
                                  <a:pt x="35" y="299"/>
                                </a:cubicBezTo>
                                <a:cubicBezTo>
                                  <a:pt x="42" y="250"/>
                                  <a:pt x="110" y="17"/>
                                  <a:pt x="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28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" name="Freeform 89"/>
                        <wps:cNvSpPr>
                          <a:spLocks/>
                        </wps:cNvSpPr>
                        <wps:spPr bwMode="auto">
                          <a:xfrm>
                            <a:off x="165" y="1459"/>
                            <a:ext cx="225" cy="280"/>
                          </a:xfrm>
                          <a:custGeom>
                            <a:avLst/>
                            <a:gdLst>
                              <a:gd name="T0" fmla="*/ 29 w 113"/>
                              <a:gd name="T1" fmla="*/ 0 h 141"/>
                              <a:gd name="T2" fmla="*/ 0 w 113"/>
                              <a:gd name="T3" fmla="*/ 11 h 141"/>
                              <a:gd name="T4" fmla="*/ 0 w 113"/>
                              <a:gd name="T5" fmla="*/ 141 h 141"/>
                              <a:gd name="T6" fmla="*/ 104 w 113"/>
                              <a:gd name="T7" fmla="*/ 141 h 141"/>
                              <a:gd name="T8" fmla="*/ 107 w 113"/>
                              <a:gd name="T9" fmla="*/ 92 h 141"/>
                              <a:gd name="T10" fmla="*/ 29 w 113"/>
                              <a:gd name="T11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3" h="141">
                                <a:moveTo>
                                  <a:pt x="29" y="0"/>
                                </a:moveTo>
                                <a:cubicBezTo>
                                  <a:pt x="20" y="0"/>
                                  <a:pt x="10" y="4"/>
                                  <a:pt x="0" y="11"/>
                                </a:cubicBezTo>
                                <a:cubicBezTo>
                                  <a:pt x="0" y="141"/>
                                  <a:pt x="0" y="141"/>
                                  <a:pt x="0" y="141"/>
                                </a:cubicBezTo>
                                <a:cubicBezTo>
                                  <a:pt x="104" y="141"/>
                                  <a:pt x="104" y="141"/>
                                  <a:pt x="104" y="141"/>
                                </a:cubicBezTo>
                                <a:cubicBezTo>
                                  <a:pt x="105" y="124"/>
                                  <a:pt x="105" y="106"/>
                                  <a:pt x="107" y="92"/>
                                </a:cubicBezTo>
                                <a:cubicBezTo>
                                  <a:pt x="113" y="44"/>
                                  <a:pt x="93" y="0"/>
                                  <a:pt x="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28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0" name="Freeform 90"/>
                        <wps:cNvSpPr>
                          <a:spLocks/>
                        </wps:cNvSpPr>
                        <wps:spPr bwMode="auto">
                          <a:xfrm>
                            <a:off x="463" y="1334"/>
                            <a:ext cx="279" cy="405"/>
                          </a:xfrm>
                          <a:custGeom>
                            <a:avLst/>
                            <a:gdLst>
                              <a:gd name="T0" fmla="*/ 5 w 140"/>
                              <a:gd name="T1" fmla="*/ 74 h 204"/>
                              <a:gd name="T2" fmla="*/ 14 w 140"/>
                              <a:gd name="T3" fmla="*/ 204 h 204"/>
                              <a:gd name="T4" fmla="*/ 140 w 140"/>
                              <a:gd name="T5" fmla="*/ 204 h 204"/>
                              <a:gd name="T6" fmla="*/ 63 w 140"/>
                              <a:gd name="T7" fmla="*/ 0 h 204"/>
                              <a:gd name="T8" fmla="*/ 5 w 140"/>
                              <a:gd name="T9" fmla="*/ 74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0" h="204">
                                <a:moveTo>
                                  <a:pt x="5" y="74"/>
                                </a:moveTo>
                                <a:cubicBezTo>
                                  <a:pt x="8" y="117"/>
                                  <a:pt x="11" y="160"/>
                                  <a:pt x="14" y="204"/>
                                </a:cubicBezTo>
                                <a:cubicBezTo>
                                  <a:pt x="140" y="204"/>
                                  <a:pt x="140" y="204"/>
                                  <a:pt x="140" y="204"/>
                                </a:cubicBezTo>
                                <a:cubicBezTo>
                                  <a:pt x="115" y="136"/>
                                  <a:pt x="89" y="68"/>
                                  <a:pt x="63" y="0"/>
                                </a:cubicBezTo>
                                <a:cubicBezTo>
                                  <a:pt x="7" y="25"/>
                                  <a:pt x="0" y="17"/>
                                  <a:pt x="5" y="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69A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" name="Freeform 91"/>
                        <wps:cNvSpPr>
                          <a:spLocks/>
                        </wps:cNvSpPr>
                        <wps:spPr bwMode="auto">
                          <a:xfrm>
                            <a:off x="483" y="1334"/>
                            <a:ext cx="259" cy="405"/>
                          </a:xfrm>
                          <a:custGeom>
                            <a:avLst/>
                            <a:gdLst>
                              <a:gd name="T0" fmla="*/ 61 w 130"/>
                              <a:gd name="T1" fmla="*/ 103 h 204"/>
                              <a:gd name="T2" fmla="*/ 100 w 130"/>
                              <a:gd name="T3" fmla="*/ 204 h 204"/>
                              <a:gd name="T4" fmla="*/ 130 w 130"/>
                              <a:gd name="T5" fmla="*/ 204 h 204"/>
                              <a:gd name="T6" fmla="*/ 53 w 130"/>
                              <a:gd name="T7" fmla="*/ 0 h 204"/>
                              <a:gd name="T8" fmla="*/ 61 w 130"/>
                              <a:gd name="T9" fmla="*/ 103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0" h="204">
                                <a:moveTo>
                                  <a:pt x="61" y="103"/>
                                </a:moveTo>
                                <a:cubicBezTo>
                                  <a:pt x="74" y="137"/>
                                  <a:pt x="87" y="170"/>
                                  <a:pt x="100" y="204"/>
                                </a:cubicBezTo>
                                <a:cubicBezTo>
                                  <a:pt x="130" y="204"/>
                                  <a:pt x="130" y="204"/>
                                  <a:pt x="130" y="204"/>
                                </a:cubicBezTo>
                                <a:cubicBezTo>
                                  <a:pt x="105" y="136"/>
                                  <a:pt x="79" y="68"/>
                                  <a:pt x="53" y="0"/>
                                </a:cubicBezTo>
                                <a:cubicBezTo>
                                  <a:pt x="0" y="9"/>
                                  <a:pt x="49" y="72"/>
                                  <a:pt x="61" y="1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28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" name="Freeform 92"/>
                        <wps:cNvSpPr>
                          <a:spLocks/>
                        </wps:cNvSpPr>
                        <wps:spPr bwMode="auto">
                          <a:xfrm>
                            <a:off x="441" y="1312"/>
                            <a:ext cx="302" cy="427"/>
                          </a:xfrm>
                          <a:custGeom>
                            <a:avLst/>
                            <a:gdLst>
                              <a:gd name="T0" fmla="*/ 62 w 152"/>
                              <a:gd name="T1" fmla="*/ 14 h 215"/>
                              <a:gd name="T2" fmla="*/ 20 w 152"/>
                              <a:gd name="T3" fmla="*/ 215 h 215"/>
                              <a:gd name="T4" fmla="*/ 152 w 152"/>
                              <a:gd name="T5" fmla="*/ 215 h 215"/>
                              <a:gd name="T6" fmla="*/ 62 w 152"/>
                              <a:gd name="T7" fmla="*/ 14 h 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2" h="215">
                                <a:moveTo>
                                  <a:pt x="62" y="14"/>
                                </a:moveTo>
                                <a:cubicBezTo>
                                  <a:pt x="0" y="0"/>
                                  <a:pt x="8" y="124"/>
                                  <a:pt x="20" y="215"/>
                                </a:cubicBezTo>
                                <a:cubicBezTo>
                                  <a:pt x="152" y="215"/>
                                  <a:pt x="152" y="215"/>
                                  <a:pt x="152" y="215"/>
                                </a:cubicBezTo>
                                <a:cubicBezTo>
                                  <a:pt x="130" y="134"/>
                                  <a:pt x="97" y="22"/>
                                  <a:pt x="62" y="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281A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" name="Freeform 93"/>
                        <wps:cNvSpPr>
                          <a:spLocks/>
                        </wps:cNvSpPr>
                        <wps:spPr bwMode="auto">
                          <a:xfrm>
                            <a:off x="165" y="149"/>
                            <a:ext cx="1215" cy="1590"/>
                          </a:xfrm>
                          <a:custGeom>
                            <a:avLst/>
                            <a:gdLst>
                              <a:gd name="T0" fmla="*/ 392 w 611"/>
                              <a:gd name="T1" fmla="*/ 752 h 800"/>
                              <a:gd name="T2" fmla="*/ 461 w 611"/>
                              <a:gd name="T3" fmla="*/ 669 h 800"/>
                              <a:gd name="T4" fmla="*/ 567 w 611"/>
                              <a:gd name="T5" fmla="*/ 616 h 800"/>
                              <a:gd name="T6" fmla="*/ 528 w 611"/>
                              <a:gd name="T7" fmla="*/ 507 h 800"/>
                              <a:gd name="T8" fmla="*/ 611 w 611"/>
                              <a:gd name="T9" fmla="*/ 437 h 800"/>
                              <a:gd name="T10" fmla="*/ 557 w 611"/>
                              <a:gd name="T11" fmla="*/ 323 h 800"/>
                              <a:gd name="T12" fmla="*/ 587 w 611"/>
                              <a:gd name="T13" fmla="*/ 252 h 800"/>
                              <a:gd name="T14" fmla="*/ 498 w 611"/>
                              <a:gd name="T15" fmla="*/ 203 h 800"/>
                              <a:gd name="T16" fmla="*/ 468 w 611"/>
                              <a:gd name="T17" fmla="*/ 83 h 800"/>
                              <a:gd name="T18" fmla="*/ 386 w 611"/>
                              <a:gd name="T19" fmla="*/ 0 h 800"/>
                              <a:gd name="T20" fmla="*/ 16 w 611"/>
                              <a:gd name="T21" fmla="*/ 0 h 800"/>
                              <a:gd name="T22" fmla="*/ 0 w 611"/>
                              <a:gd name="T23" fmla="*/ 15 h 800"/>
                              <a:gd name="T24" fmla="*/ 0 w 611"/>
                              <a:gd name="T25" fmla="*/ 800 h 800"/>
                              <a:gd name="T26" fmla="*/ 38 w 611"/>
                              <a:gd name="T27" fmla="*/ 800 h 800"/>
                              <a:gd name="T28" fmla="*/ 57 w 611"/>
                              <a:gd name="T29" fmla="*/ 800 h 800"/>
                              <a:gd name="T30" fmla="*/ 197 w 611"/>
                              <a:gd name="T31" fmla="*/ 800 h 800"/>
                              <a:gd name="T32" fmla="*/ 206 w 611"/>
                              <a:gd name="T33" fmla="*/ 797 h 800"/>
                              <a:gd name="T34" fmla="*/ 217 w 611"/>
                              <a:gd name="T35" fmla="*/ 800 h 800"/>
                              <a:gd name="T36" fmla="*/ 323 w 611"/>
                              <a:gd name="T37" fmla="*/ 800 h 800"/>
                              <a:gd name="T38" fmla="*/ 392 w 611"/>
                              <a:gd name="T39" fmla="*/ 752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1" h="800">
                                <a:moveTo>
                                  <a:pt x="392" y="752"/>
                                </a:moveTo>
                                <a:cubicBezTo>
                                  <a:pt x="473" y="756"/>
                                  <a:pt x="458" y="749"/>
                                  <a:pt x="461" y="669"/>
                                </a:cubicBezTo>
                                <a:cubicBezTo>
                                  <a:pt x="463" y="629"/>
                                  <a:pt x="532" y="627"/>
                                  <a:pt x="567" y="616"/>
                                </a:cubicBezTo>
                                <a:cubicBezTo>
                                  <a:pt x="558" y="591"/>
                                  <a:pt x="523" y="532"/>
                                  <a:pt x="528" y="507"/>
                                </a:cubicBezTo>
                                <a:cubicBezTo>
                                  <a:pt x="533" y="487"/>
                                  <a:pt x="595" y="451"/>
                                  <a:pt x="611" y="437"/>
                                </a:cubicBezTo>
                                <a:cubicBezTo>
                                  <a:pt x="577" y="396"/>
                                  <a:pt x="532" y="373"/>
                                  <a:pt x="557" y="323"/>
                                </a:cubicBezTo>
                                <a:cubicBezTo>
                                  <a:pt x="563" y="312"/>
                                  <a:pt x="598" y="258"/>
                                  <a:pt x="587" y="252"/>
                                </a:cubicBezTo>
                                <a:cubicBezTo>
                                  <a:pt x="568" y="242"/>
                                  <a:pt x="508" y="221"/>
                                  <a:pt x="498" y="203"/>
                                </a:cubicBezTo>
                                <a:cubicBezTo>
                                  <a:pt x="470" y="146"/>
                                  <a:pt x="554" y="94"/>
                                  <a:pt x="468" y="83"/>
                                </a:cubicBezTo>
                                <a:cubicBezTo>
                                  <a:pt x="397" y="75"/>
                                  <a:pt x="397" y="55"/>
                                  <a:pt x="386" y="0"/>
                                </a:cubicBezTo>
                                <a:cubicBezTo>
                                  <a:pt x="16" y="0"/>
                                  <a:pt x="16" y="0"/>
                                  <a:pt x="16" y="0"/>
                                </a:cubicBezTo>
                                <a:cubicBezTo>
                                  <a:pt x="11" y="9"/>
                                  <a:pt x="5" y="15"/>
                                  <a:pt x="0" y="15"/>
                                </a:cubicBezTo>
                                <a:cubicBezTo>
                                  <a:pt x="0" y="800"/>
                                  <a:pt x="0" y="800"/>
                                  <a:pt x="0" y="800"/>
                                </a:cubicBezTo>
                                <a:cubicBezTo>
                                  <a:pt x="38" y="800"/>
                                  <a:pt x="38" y="800"/>
                                  <a:pt x="38" y="800"/>
                                </a:cubicBezTo>
                                <a:cubicBezTo>
                                  <a:pt x="45" y="798"/>
                                  <a:pt x="52" y="798"/>
                                  <a:pt x="57" y="800"/>
                                </a:cubicBezTo>
                                <a:cubicBezTo>
                                  <a:pt x="197" y="800"/>
                                  <a:pt x="197" y="800"/>
                                  <a:pt x="197" y="800"/>
                                </a:cubicBezTo>
                                <a:cubicBezTo>
                                  <a:pt x="200" y="798"/>
                                  <a:pt x="203" y="798"/>
                                  <a:pt x="206" y="797"/>
                                </a:cubicBezTo>
                                <a:cubicBezTo>
                                  <a:pt x="208" y="797"/>
                                  <a:pt x="212" y="798"/>
                                  <a:pt x="217" y="800"/>
                                </a:cubicBezTo>
                                <a:cubicBezTo>
                                  <a:pt x="323" y="800"/>
                                  <a:pt x="323" y="800"/>
                                  <a:pt x="323" y="800"/>
                                </a:cubicBezTo>
                                <a:cubicBezTo>
                                  <a:pt x="336" y="768"/>
                                  <a:pt x="347" y="750"/>
                                  <a:pt x="392" y="7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4" name="Freeform 94"/>
                        <wps:cNvSpPr>
                          <a:spLocks/>
                        </wps:cNvSpPr>
                        <wps:spPr bwMode="auto">
                          <a:xfrm>
                            <a:off x="165" y="149"/>
                            <a:ext cx="1161" cy="1590"/>
                          </a:xfrm>
                          <a:custGeom>
                            <a:avLst/>
                            <a:gdLst>
                              <a:gd name="T0" fmla="*/ 285 w 584"/>
                              <a:gd name="T1" fmla="*/ 790 h 800"/>
                              <a:gd name="T2" fmla="*/ 422 w 584"/>
                              <a:gd name="T3" fmla="*/ 714 h 800"/>
                              <a:gd name="T4" fmla="*/ 481 w 584"/>
                              <a:gd name="T5" fmla="*/ 602 h 800"/>
                              <a:gd name="T6" fmla="*/ 487 w 584"/>
                              <a:gd name="T7" fmla="*/ 492 h 800"/>
                              <a:gd name="T8" fmla="*/ 517 w 584"/>
                              <a:gd name="T9" fmla="*/ 388 h 800"/>
                              <a:gd name="T10" fmla="*/ 541 w 584"/>
                              <a:gd name="T11" fmla="*/ 274 h 800"/>
                              <a:gd name="T12" fmla="*/ 467 w 584"/>
                              <a:gd name="T13" fmla="*/ 123 h 800"/>
                              <a:gd name="T14" fmla="*/ 354 w 584"/>
                              <a:gd name="T15" fmla="*/ 19 h 800"/>
                              <a:gd name="T16" fmla="*/ 234 w 584"/>
                              <a:gd name="T17" fmla="*/ 0 h 800"/>
                              <a:gd name="T18" fmla="*/ 172 w 584"/>
                              <a:gd name="T19" fmla="*/ 0 h 800"/>
                              <a:gd name="T20" fmla="*/ 149 w 584"/>
                              <a:gd name="T21" fmla="*/ 19 h 800"/>
                              <a:gd name="T22" fmla="*/ 97 w 584"/>
                              <a:gd name="T23" fmla="*/ 0 h 800"/>
                              <a:gd name="T24" fmla="*/ 55 w 584"/>
                              <a:gd name="T25" fmla="*/ 0 h 800"/>
                              <a:gd name="T26" fmla="*/ 0 w 584"/>
                              <a:gd name="T27" fmla="*/ 51 h 800"/>
                              <a:gd name="T28" fmla="*/ 0 w 584"/>
                              <a:gd name="T29" fmla="*/ 769 h 800"/>
                              <a:gd name="T30" fmla="*/ 62 w 584"/>
                              <a:gd name="T31" fmla="*/ 745 h 800"/>
                              <a:gd name="T32" fmla="*/ 116 w 584"/>
                              <a:gd name="T33" fmla="*/ 800 h 800"/>
                              <a:gd name="T34" fmla="*/ 146 w 584"/>
                              <a:gd name="T35" fmla="*/ 800 h 800"/>
                              <a:gd name="T36" fmla="*/ 285 w 584"/>
                              <a:gd name="T37" fmla="*/ 790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584" h="800">
                                <a:moveTo>
                                  <a:pt x="285" y="790"/>
                                </a:moveTo>
                                <a:cubicBezTo>
                                  <a:pt x="328" y="703"/>
                                  <a:pt x="325" y="705"/>
                                  <a:pt x="422" y="714"/>
                                </a:cubicBezTo>
                                <a:cubicBezTo>
                                  <a:pt x="424" y="639"/>
                                  <a:pt x="409" y="624"/>
                                  <a:pt x="481" y="602"/>
                                </a:cubicBezTo>
                                <a:cubicBezTo>
                                  <a:pt x="558" y="578"/>
                                  <a:pt x="472" y="549"/>
                                  <a:pt x="487" y="492"/>
                                </a:cubicBezTo>
                                <a:cubicBezTo>
                                  <a:pt x="507" y="418"/>
                                  <a:pt x="584" y="468"/>
                                  <a:pt x="517" y="388"/>
                                </a:cubicBezTo>
                                <a:cubicBezTo>
                                  <a:pt x="480" y="345"/>
                                  <a:pt x="514" y="321"/>
                                  <a:pt x="541" y="274"/>
                                </a:cubicBezTo>
                                <a:cubicBezTo>
                                  <a:pt x="450" y="224"/>
                                  <a:pt x="454" y="226"/>
                                  <a:pt x="467" y="123"/>
                                </a:cubicBezTo>
                                <a:cubicBezTo>
                                  <a:pt x="371" y="113"/>
                                  <a:pt x="377" y="112"/>
                                  <a:pt x="354" y="19"/>
                                </a:cubicBezTo>
                                <a:cubicBezTo>
                                  <a:pt x="276" y="44"/>
                                  <a:pt x="268" y="46"/>
                                  <a:pt x="234" y="0"/>
                                </a:cubicBezTo>
                                <a:cubicBezTo>
                                  <a:pt x="172" y="0"/>
                                  <a:pt x="172" y="0"/>
                                  <a:pt x="172" y="0"/>
                                </a:cubicBezTo>
                                <a:cubicBezTo>
                                  <a:pt x="164" y="6"/>
                                  <a:pt x="156" y="13"/>
                                  <a:pt x="149" y="19"/>
                                </a:cubicBezTo>
                                <a:cubicBezTo>
                                  <a:pt x="134" y="29"/>
                                  <a:pt x="114" y="15"/>
                                  <a:pt x="97" y="0"/>
                                </a:cubicBezTo>
                                <a:cubicBezTo>
                                  <a:pt x="55" y="0"/>
                                  <a:pt x="55" y="0"/>
                                  <a:pt x="55" y="0"/>
                                </a:cubicBezTo>
                                <a:cubicBezTo>
                                  <a:pt x="38" y="28"/>
                                  <a:pt x="28" y="49"/>
                                  <a:pt x="0" y="51"/>
                                </a:cubicBezTo>
                                <a:cubicBezTo>
                                  <a:pt x="0" y="769"/>
                                  <a:pt x="0" y="769"/>
                                  <a:pt x="0" y="769"/>
                                </a:cubicBezTo>
                                <a:cubicBezTo>
                                  <a:pt x="23" y="757"/>
                                  <a:pt x="49" y="742"/>
                                  <a:pt x="62" y="745"/>
                                </a:cubicBezTo>
                                <a:cubicBezTo>
                                  <a:pt x="77" y="748"/>
                                  <a:pt x="100" y="778"/>
                                  <a:pt x="116" y="800"/>
                                </a:cubicBezTo>
                                <a:cubicBezTo>
                                  <a:pt x="146" y="800"/>
                                  <a:pt x="146" y="800"/>
                                  <a:pt x="146" y="800"/>
                                </a:cubicBezTo>
                                <a:cubicBezTo>
                                  <a:pt x="201" y="748"/>
                                  <a:pt x="204" y="751"/>
                                  <a:pt x="285" y="79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A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5" name="Freeform 95"/>
                        <wps:cNvSpPr>
                          <a:spLocks/>
                        </wps:cNvSpPr>
                        <wps:spPr bwMode="auto">
                          <a:xfrm>
                            <a:off x="165" y="352"/>
                            <a:ext cx="847" cy="1152"/>
                          </a:xfrm>
                          <a:custGeom>
                            <a:avLst/>
                            <a:gdLst>
                              <a:gd name="T0" fmla="*/ 426 w 426"/>
                              <a:gd name="T1" fmla="*/ 293 h 580"/>
                              <a:gd name="T2" fmla="*/ 145 w 426"/>
                              <a:gd name="T3" fmla="*/ 5 h 580"/>
                              <a:gd name="T4" fmla="*/ 0 w 426"/>
                              <a:gd name="T5" fmla="*/ 54 h 580"/>
                              <a:gd name="T6" fmla="*/ 0 w 426"/>
                              <a:gd name="T7" fmla="*/ 538 h 580"/>
                              <a:gd name="T8" fmla="*/ 139 w 426"/>
                              <a:gd name="T9" fmla="*/ 574 h 580"/>
                              <a:gd name="T10" fmla="*/ 426 w 426"/>
                              <a:gd name="T11" fmla="*/ 293 h 5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26" h="580">
                                <a:moveTo>
                                  <a:pt x="426" y="293"/>
                                </a:moveTo>
                                <a:cubicBezTo>
                                  <a:pt x="406" y="143"/>
                                  <a:pt x="313" y="0"/>
                                  <a:pt x="145" y="5"/>
                                </a:cubicBezTo>
                                <a:cubicBezTo>
                                  <a:pt x="91" y="7"/>
                                  <a:pt x="42" y="25"/>
                                  <a:pt x="0" y="54"/>
                                </a:cubicBezTo>
                                <a:cubicBezTo>
                                  <a:pt x="0" y="538"/>
                                  <a:pt x="0" y="538"/>
                                  <a:pt x="0" y="538"/>
                                </a:cubicBezTo>
                                <a:cubicBezTo>
                                  <a:pt x="41" y="560"/>
                                  <a:pt x="89" y="572"/>
                                  <a:pt x="139" y="574"/>
                                </a:cubicBezTo>
                                <a:cubicBezTo>
                                  <a:pt x="303" y="580"/>
                                  <a:pt x="413" y="447"/>
                                  <a:pt x="426" y="2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" name="Freeform 96"/>
                        <wps:cNvSpPr>
                          <a:spLocks/>
                        </wps:cNvSpPr>
                        <wps:spPr bwMode="auto">
                          <a:xfrm>
                            <a:off x="165" y="258"/>
                            <a:ext cx="928" cy="1413"/>
                          </a:xfrm>
                          <a:custGeom>
                            <a:avLst/>
                            <a:gdLst>
                              <a:gd name="T0" fmla="*/ 463 w 467"/>
                              <a:gd name="T1" fmla="*/ 337 h 711"/>
                              <a:gd name="T2" fmla="*/ 147 w 467"/>
                              <a:gd name="T3" fmla="*/ 8 h 711"/>
                              <a:gd name="T4" fmla="*/ 0 w 467"/>
                              <a:gd name="T5" fmla="*/ 54 h 711"/>
                              <a:gd name="T6" fmla="*/ 0 w 467"/>
                              <a:gd name="T7" fmla="*/ 624 h 711"/>
                              <a:gd name="T8" fmla="*/ 463 w 467"/>
                              <a:gd name="T9" fmla="*/ 337 h 7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7" h="711">
                                <a:moveTo>
                                  <a:pt x="463" y="337"/>
                                </a:moveTo>
                                <a:cubicBezTo>
                                  <a:pt x="461" y="172"/>
                                  <a:pt x="326" y="0"/>
                                  <a:pt x="147" y="8"/>
                                </a:cubicBezTo>
                                <a:cubicBezTo>
                                  <a:pt x="92" y="11"/>
                                  <a:pt x="43" y="27"/>
                                  <a:pt x="0" y="54"/>
                                </a:cubicBezTo>
                                <a:cubicBezTo>
                                  <a:pt x="0" y="624"/>
                                  <a:pt x="0" y="624"/>
                                  <a:pt x="0" y="624"/>
                                </a:cubicBezTo>
                                <a:cubicBezTo>
                                  <a:pt x="191" y="711"/>
                                  <a:pt x="467" y="613"/>
                                  <a:pt x="463" y="33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58E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7" name="Freeform 97"/>
                        <wps:cNvSpPr>
                          <a:spLocks/>
                        </wps:cNvSpPr>
                        <wps:spPr bwMode="auto">
                          <a:xfrm>
                            <a:off x="165" y="316"/>
                            <a:ext cx="932" cy="1228"/>
                          </a:xfrm>
                          <a:custGeom>
                            <a:avLst/>
                            <a:gdLst>
                              <a:gd name="T0" fmla="*/ 444 w 469"/>
                              <a:gd name="T1" fmla="*/ 305 h 618"/>
                              <a:gd name="T2" fmla="*/ 147 w 469"/>
                              <a:gd name="T3" fmla="*/ 4 h 618"/>
                              <a:gd name="T4" fmla="*/ 0 w 469"/>
                              <a:gd name="T5" fmla="*/ 51 h 618"/>
                              <a:gd name="T6" fmla="*/ 0 w 469"/>
                              <a:gd name="T7" fmla="*/ 583 h 618"/>
                              <a:gd name="T8" fmla="*/ 139 w 469"/>
                              <a:gd name="T9" fmla="*/ 617 h 618"/>
                              <a:gd name="T10" fmla="*/ 444 w 469"/>
                              <a:gd name="T11" fmla="*/ 305 h 6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9" h="618">
                                <a:moveTo>
                                  <a:pt x="444" y="305"/>
                                </a:moveTo>
                                <a:cubicBezTo>
                                  <a:pt x="421" y="149"/>
                                  <a:pt x="325" y="0"/>
                                  <a:pt x="147" y="4"/>
                                </a:cubicBezTo>
                                <a:cubicBezTo>
                                  <a:pt x="92" y="5"/>
                                  <a:pt x="43" y="23"/>
                                  <a:pt x="0" y="51"/>
                                </a:cubicBezTo>
                                <a:cubicBezTo>
                                  <a:pt x="0" y="583"/>
                                  <a:pt x="0" y="583"/>
                                  <a:pt x="0" y="583"/>
                                </a:cubicBezTo>
                                <a:cubicBezTo>
                                  <a:pt x="40" y="604"/>
                                  <a:pt x="87" y="617"/>
                                  <a:pt x="139" y="617"/>
                                </a:cubicBezTo>
                                <a:cubicBezTo>
                                  <a:pt x="290" y="618"/>
                                  <a:pt x="469" y="469"/>
                                  <a:pt x="444" y="3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8" name="Freeform 98"/>
                        <wps:cNvSpPr>
                          <a:spLocks/>
                        </wps:cNvSpPr>
                        <wps:spPr bwMode="auto">
                          <a:xfrm>
                            <a:off x="165" y="382"/>
                            <a:ext cx="823" cy="1160"/>
                          </a:xfrm>
                          <a:custGeom>
                            <a:avLst/>
                            <a:gdLst>
                              <a:gd name="T0" fmla="*/ 407 w 414"/>
                              <a:gd name="T1" fmla="*/ 276 h 584"/>
                              <a:gd name="T2" fmla="*/ 143 w 414"/>
                              <a:gd name="T3" fmla="*/ 9 h 584"/>
                              <a:gd name="T4" fmla="*/ 0 w 414"/>
                              <a:gd name="T5" fmla="*/ 64 h 584"/>
                              <a:gd name="T6" fmla="*/ 0 w 414"/>
                              <a:gd name="T7" fmla="*/ 501 h 584"/>
                              <a:gd name="T8" fmla="*/ 407 w 414"/>
                              <a:gd name="T9" fmla="*/ 276 h 5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4" h="584">
                                <a:moveTo>
                                  <a:pt x="407" y="276"/>
                                </a:moveTo>
                                <a:cubicBezTo>
                                  <a:pt x="403" y="138"/>
                                  <a:pt x="290" y="0"/>
                                  <a:pt x="143" y="9"/>
                                </a:cubicBezTo>
                                <a:cubicBezTo>
                                  <a:pt x="88" y="13"/>
                                  <a:pt x="40" y="33"/>
                                  <a:pt x="0" y="64"/>
                                </a:cubicBezTo>
                                <a:cubicBezTo>
                                  <a:pt x="0" y="501"/>
                                  <a:pt x="0" y="501"/>
                                  <a:pt x="0" y="501"/>
                                </a:cubicBezTo>
                                <a:cubicBezTo>
                                  <a:pt x="157" y="584"/>
                                  <a:pt x="414" y="508"/>
                                  <a:pt x="407" y="27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86CAD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9" name="Freeform 99"/>
                        <wps:cNvSpPr>
                          <a:spLocks/>
                        </wps:cNvSpPr>
                        <wps:spPr bwMode="auto">
                          <a:xfrm>
                            <a:off x="165" y="360"/>
                            <a:ext cx="676" cy="260"/>
                          </a:xfrm>
                          <a:custGeom>
                            <a:avLst/>
                            <a:gdLst>
                              <a:gd name="T0" fmla="*/ 340 w 340"/>
                              <a:gd name="T1" fmla="*/ 110 h 131"/>
                              <a:gd name="T2" fmla="*/ 0 w 340"/>
                              <a:gd name="T3" fmla="*/ 85 h 131"/>
                              <a:gd name="T4" fmla="*/ 0 w 340"/>
                              <a:gd name="T5" fmla="*/ 131 h 131"/>
                              <a:gd name="T6" fmla="*/ 340 w 340"/>
                              <a:gd name="T7" fmla="*/ 110 h 1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40" h="131">
                                <a:moveTo>
                                  <a:pt x="340" y="110"/>
                                </a:moveTo>
                                <a:cubicBezTo>
                                  <a:pt x="227" y="0"/>
                                  <a:pt x="93" y="14"/>
                                  <a:pt x="0" y="85"/>
                                </a:cubicBezTo>
                                <a:cubicBezTo>
                                  <a:pt x="0" y="131"/>
                                  <a:pt x="0" y="131"/>
                                  <a:pt x="0" y="131"/>
                                </a:cubicBezTo>
                                <a:cubicBezTo>
                                  <a:pt x="88" y="39"/>
                                  <a:pt x="218" y="5"/>
                                  <a:pt x="340" y="1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" name="Freeform 100"/>
                        <wps:cNvSpPr>
                          <a:spLocks/>
                        </wps:cNvSpPr>
                        <wps:spPr bwMode="auto">
                          <a:xfrm>
                            <a:off x="165" y="823"/>
                            <a:ext cx="835" cy="664"/>
                          </a:xfrm>
                          <a:custGeom>
                            <a:avLst/>
                            <a:gdLst>
                              <a:gd name="T0" fmla="*/ 279 w 420"/>
                              <a:gd name="T1" fmla="*/ 280 h 334"/>
                              <a:gd name="T2" fmla="*/ 400 w 420"/>
                              <a:gd name="T3" fmla="*/ 0 h 334"/>
                              <a:gd name="T4" fmla="*/ 0 w 420"/>
                              <a:gd name="T5" fmla="*/ 269 h 334"/>
                              <a:gd name="T6" fmla="*/ 0 w 420"/>
                              <a:gd name="T7" fmla="*/ 276 h 334"/>
                              <a:gd name="T8" fmla="*/ 279 w 420"/>
                              <a:gd name="T9" fmla="*/ 280 h 3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0" h="334">
                                <a:moveTo>
                                  <a:pt x="279" y="280"/>
                                </a:moveTo>
                                <a:cubicBezTo>
                                  <a:pt x="380" y="227"/>
                                  <a:pt x="420" y="107"/>
                                  <a:pt x="400" y="0"/>
                                </a:cubicBezTo>
                                <a:cubicBezTo>
                                  <a:pt x="382" y="212"/>
                                  <a:pt x="196" y="334"/>
                                  <a:pt x="0" y="269"/>
                                </a:cubicBezTo>
                                <a:cubicBezTo>
                                  <a:pt x="0" y="276"/>
                                  <a:pt x="0" y="276"/>
                                  <a:pt x="0" y="276"/>
                                </a:cubicBezTo>
                                <a:cubicBezTo>
                                  <a:pt x="93" y="325"/>
                                  <a:pt x="176" y="334"/>
                                  <a:pt x="279" y="28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CA9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" name="Freeform 101"/>
                        <wps:cNvSpPr>
                          <a:spLocks/>
                        </wps:cNvSpPr>
                        <wps:spPr bwMode="auto">
                          <a:xfrm>
                            <a:off x="274" y="626"/>
                            <a:ext cx="299" cy="634"/>
                          </a:xfrm>
                          <a:custGeom>
                            <a:avLst/>
                            <a:gdLst>
                              <a:gd name="T0" fmla="*/ 136 w 150"/>
                              <a:gd name="T1" fmla="*/ 6 h 319"/>
                              <a:gd name="T2" fmla="*/ 9 w 150"/>
                              <a:gd name="T3" fmla="*/ 99 h 319"/>
                              <a:gd name="T4" fmla="*/ 55 w 150"/>
                              <a:gd name="T5" fmla="*/ 318 h 319"/>
                              <a:gd name="T6" fmla="*/ 132 w 150"/>
                              <a:gd name="T7" fmla="*/ 217 h 319"/>
                              <a:gd name="T8" fmla="*/ 136 w 150"/>
                              <a:gd name="T9" fmla="*/ 6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0" h="319">
                                <a:moveTo>
                                  <a:pt x="136" y="6"/>
                                </a:moveTo>
                                <a:cubicBezTo>
                                  <a:pt x="96" y="0"/>
                                  <a:pt x="0" y="59"/>
                                  <a:pt x="9" y="99"/>
                                </a:cubicBezTo>
                                <a:cubicBezTo>
                                  <a:pt x="97" y="76"/>
                                  <a:pt x="57" y="268"/>
                                  <a:pt x="55" y="318"/>
                                </a:cubicBezTo>
                                <a:cubicBezTo>
                                  <a:pt x="150" y="319"/>
                                  <a:pt x="131" y="309"/>
                                  <a:pt x="132" y="217"/>
                                </a:cubicBezTo>
                                <a:cubicBezTo>
                                  <a:pt x="133" y="147"/>
                                  <a:pt x="135" y="76"/>
                                  <a:pt x="136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" name="Freeform 102"/>
                        <wps:cNvSpPr>
                          <a:spLocks/>
                        </wps:cNvSpPr>
                        <wps:spPr bwMode="auto">
                          <a:xfrm>
                            <a:off x="241" y="588"/>
                            <a:ext cx="353" cy="722"/>
                          </a:xfrm>
                          <a:custGeom>
                            <a:avLst/>
                            <a:gdLst>
                              <a:gd name="T0" fmla="*/ 178 w 178"/>
                              <a:gd name="T1" fmla="*/ 0 h 363"/>
                              <a:gd name="T2" fmla="*/ 153 w 178"/>
                              <a:gd name="T3" fmla="*/ 0 h 363"/>
                              <a:gd name="T4" fmla="*/ 63 w 178"/>
                              <a:gd name="T5" fmla="*/ 40 h 363"/>
                              <a:gd name="T6" fmla="*/ 1 w 178"/>
                              <a:gd name="T7" fmla="*/ 143 h 363"/>
                              <a:gd name="T8" fmla="*/ 47 w 178"/>
                              <a:gd name="T9" fmla="*/ 362 h 363"/>
                              <a:gd name="T10" fmla="*/ 168 w 178"/>
                              <a:gd name="T11" fmla="*/ 363 h 363"/>
                              <a:gd name="T12" fmla="*/ 173 w 178"/>
                              <a:gd name="T13" fmla="*/ 288 h 363"/>
                              <a:gd name="T14" fmla="*/ 178 w 178"/>
                              <a:gd name="T15" fmla="*/ 0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8" h="363">
                                <a:moveTo>
                                  <a:pt x="178" y="0"/>
                                </a:moveTo>
                                <a:cubicBezTo>
                                  <a:pt x="170" y="0"/>
                                  <a:pt x="161" y="0"/>
                                  <a:pt x="153" y="0"/>
                                </a:cubicBezTo>
                                <a:cubicBezTo>
                                  <a:pt x="101" y="1"/>
                                  <a:pt x="102" y="19"/>
                                  <a:pt x="63" y="40"/>
                                </a:cubicBezTo>
                                <a:cubicBezTo>
                                  <a:pt x="0" y="75"/>
                                  <a:pt x="5" y="62"/>
                                  <a:pt x="1" y="143"/>
                                </a:cubicBezTo>
                                <a:cubicBezTo>
                                  <a:pt x="91" y="122"/>
                                  <a:pt x="49" y="304"/>
                                  <a:pt x="47" y="362"/>
                                </a:cubicBezTo>
                                <a:cubicBezTo>
                                  <a:pt x="87" y="362"/>
                                  <a:pt x="128" y="363"/>
                                  <a:pt x="168" y="363"/>
                                </a:cubicBezTo>
                                <a:cubicBezTo>
                                  <a:pt x="177" y="363"/>
                                  <a:pt x="173" y="298"/>
                                  <a:pt x="173" y="288"/>
                                </a:cubicBezTo>
                                <a:cubicBezTo>
                                  <a:pt x="175" y="192"/>
                                  <a:pt x="176" y="96"/>
                                  <a:pt x="1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" name="Freeform 103"/>
                        <wps:cNvSpPr>
                          <a:spLocks/>
                        </wps:cNvSpPr>
                        <wps:spPr bwMode="auto">
                          <a:xfrm>
                            <a:off x="274" y="626"/>
                            <a:ext cx="299" cy="634"/>
                          </a:xfrm>
                          <a:custGeom>
                            <a:avLst/>
                            <a:gdLst>
                              <a:gd name="T0" fmla="*/ 136 w 150"/>
                              <a:gd name="T1" fmla="*/ 6 h 319"/>
                              <a:gd name="T2" fmla="*/ 9 w 150"/>
                              <a:gd name="T3" fmla="*/ 99 h 319"/>
                              <a:gd name="T4" fmla="*/ 55 w 150"/>
                              <a:gd name="T5" fmla="*/ 318 h 319"/>
                              <a:gd name="T6" fmla="*/ 132 w 150"/>
                              <a:gd name="T7" fmla="*/ 217 h 319"/>
                              <a:gd name="T8" fmla="*/ 136 w 150"/>
                              <a:gd name="T9" fmla="*/ 6 h 3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0" h="319">
                                <a:moveTo>
                                  <a:pt x="136" y="6"/>
                                </a:moveTo>
                                <a:cubicBezTo>
                                  <a:pt x="96" y="0"/>
                                  <a:pt x="0" y="59"/>
                                  <a:pt x="9" y="99"/>
                                </a:cubicBezTo>
                                <a:cubicBezTo>
                                  <a:pt x="97" y="76"/>
                                  <a:pt x="57" y="268"/>
                                  <a:pt x="55" y="318"/>
                                </a:cubicBezTo>
                                <a:cubicBezTo>
                                  <a:pt x="150" y="319"/>
                                  <a:pt x="131" y="309"/>
                                  <a:pt x="132" y="217"/>
                                </a:cubicBezTo>
                                <a:cubicBezTo>
                                  <a:pt x="133" y="147"/>
                                  <a:pt x="135" y="76"/>
                                  <a:pt x="136" y="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1010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16" y="16"/>
                            <a:ext cx="5724" cy="1860"/>
                          </a:xfrm>
                          <a:prstGeom prst="rect">
                            <a:avLst/>
                          </a:prstGeom>
                          <a:noFill/>
                          <a:ln w="49213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165" y="149"/>
                            <a:ext cx="5422" cy="1590"/>
                          </a:xfrm>
                          <a:prstGeom prst="rect">
                            <a:avLst/>
                          </a:prstGeom>
                          <a:noFill/>
                          <a:ln w="49213" cap="flat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3" o:spid="_x0000_s1026" alt="Description: First place ribbon and colored border" style="position:absolute;margin-left:0;margin-top:341.3pt;width:719.3pt;height:236.15pt;z-index:-251652096;mso-position-horizontal:center;mso-position-horizontal-relative:page;mso-position-vertical-relative:page;mso-width-relative:margin;mso-height-relative:margin" coordsize="5754,18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">
                <v:rect id="AutoShape 32" o:spid="_x0000_s1027" style="position:absolute;width:5754;height:18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pR65wgAA&#10;ANsAAAAPAAAAZHJzL2Rvd25yZXYueG1sRE9Na4NAEL0H+h+WKeQS4poe2mBcpQRKJBRCTZvz4E5V&#10;6s4ad6v233cPgRwf7zvNZ9OJkQbXWlawiWIQxJXVLdcKPs9v6y0I55E1dpZJwR85yLOHRYqJthN/&#10;0Fj6WoQQdgkqaLzvEyld1ZBBF9meOHDfdjDoAxxqqQecQrjp5FMcP0uDLYeGBnvaN1T9lL9GwVSd&#10;xsv5/SBPq0th+Vpc9+XXUanl4/y6A+Fp9nfxzV1oBS9hbPgSfoDM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ylHrnCAAAA2wAAAA8AAAAAAAAAAAAAAAAAlwIAAGRycy9kb3du&#10;cmV2LnhtbFBLBQYAAAAABAAEAPUAAACGAwAAAAA=&#10;" filled="f" stroked="f">
                  <o:lock v:ext="edit" aspectratio="t" text="t"/>
                </v:rect>
                <v:rect id="Rectangle 79" o:spid="_x0000_s1028" style="position:absolute;left:16;top:16;width:5724;height:18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L4nAyAAA&#10;ANsAAAAPAAAAZHJzL2Rvd25yZXYueG1sRI9BSwMxFITvgv8hPKEXsVlLsbo2LdKi6EGLa5H29ti8&#10;bmI3L9tN2m7/fSMIHoeZ+YYZTztXiwO1wXpWcNvPQBCXXluuFCy/nm/uQYSIrLH2TApOFGA6ubwY&#10;Y679kT/pUMRKJAiHHBWYGJtcylAachj6viFO3sa3DmOSbSV1i8cEd7UcZNmddGg5LRhsaGao3BZ7&#10;p2D7bhfFz/plYN82H3P3fT1cmt1Kqd5V9/QIIlIX/8N/7VetYPQAv1/SD5CTM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4vicDIAAAA2wAAAA8AAAAAAAAAAAAAAAAAlwIAAGRy&#10;cy9kb3ducmV2LnhtbFBLBQYAAAAABAAEAPUAAACMAwAAAAA=&#10;" fillcolor="#3e762a [2404]" strokeweight="49213emu"/>
                <v:rect id="Rectangle 80" o:spid="_x0000_s1029" style="position:absolute;left:165;top:149;width:5422;height:1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WCSVvgAA&#10;ANsAAAAPAAAAZHJzL2Rvd25yZXYueG1sRE9Ni8IwEL0v+B/CCF5E0/WwSDWKKIveZF29D83YVptJ&#10;TWKN/94cBI+P9z1fRtOIjpyvLSv4HmcgiAuray4VHP9/R1MQPiBrbCyTgid5WC56X3PMtX3wH3WH&#10;UIoUwj5HBVUIbS6lLyoy6Me2JU7c2TqDIUFXSu3wkcJNIydZ9iMN1pwaKmxpXVFxPdyNgtvwcqYy&#10;3k5Rblyzlaf9ekidUoN+XM1ABIrhI367d1rBNK1PX9IPkIsXAA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1gklb4AAADbAAAADwAAAAAAAAAAAAAAAACXAgAAZHJzL2Rvd25yZXYu&#10;eG1sUEsFBgAAAAAEAAQA9QAAAIIDAAAAAA==&#10;" strokeweight="49213emu"/>
                <v:shape id="Freeform 81" o:spid="_x0000_s1030" style="position:absolute;left:1431;top:1739;width:26;height:20;visibility:visible;mso-wrap-style:square;v-text-anchor:top" coordsize="13,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H8bLwQAA&#10;ANsAAAAPAAAAZHJzL2Rvd25yZXYueG1sRI9BawIxFITvBf9DeIXealYPIqtRxCJYe9HVH/DYPDfb&#10;Ji9Lkrrrv28KgsdhZr5hluvBWXGjEFvPCibjAgRx7XXLjYLLefc+BxETskbrmRTcKcJ6NXpZYql9&#10;zye6VakRGcKxRAUmpa6UMtaGHMax74izd/XBYcoyNFIH7DPcWTktipl02HJeMNjR1lD9U/06BdOe&#10;8ULFsQv0fbjbzy9bfZidUm+vw2YBItGQnuFHe68VzCfw/yX/ALn6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R/Gy8EAAADbAAAADwAAAAAAAAAAAAAAAACXAgAAZHJzL2Rvd25y&#10;ZXYueG1sUEsFBgAAAAAEAAQA9QAAAIUDAAAAAA==&#10;" path="m13,10c10,7,7,3,3,,,,,,,,4,3,9,7,13,10xe" fillcolor="#35a56b" stroked="f">
                  <v:path arrowok="t" o:connecttype="custom" o:connectlocs="26,20;6,0;0,0;26,20" o:connectangles="0,0,0,0"/>
                </v:shape>
                <v:shape id="Freeform 82" o:spid="_x0000_s1031" style="position:absolute;left:165;top:149;width:1588;height:1590;visibility:visible;mso-wrap-style:square;v-text-anchor:top" coordsize="799,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zb27wwAA&#10;ANsAAAAPAAAAZHJzL2Rvd25yZXYueG1sRI/NasMwEITvhb6D2EJvjRxTQnCjhBBiKO0pP6TXxdpY&#10;JtbKWNvYefuqEMhxmJlvmMVq9K26Uh+bwAamkwwUcRVsw7WB46F8m4OKgmyxDUwGbhRhtXx+WmBh&#10;w8A7uu6lVgnCsUADTqQrtI6VI49xEjri5J1D71GS7GttexwS3Lc6z7KZ9thwWnDY0cZRddn/egM/&#10;+c3m3/WQbaV8/9psT7sgpTPm9WVcf4ASGuURvrc/rYF5Dv9f0g/Qy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jzb27wwAAANsAAAAPAAAAAAAAAAAAAAAAAJcCAABkcnMvZG93&#10;bnJldi54bWxQSwUGAAAAAAQABAD1AAAAhwMAAAAA&#10;" path="m679,769c628,725,577,681,526,637,587,667,648,697,708,727,653,688,598,648,543,608,606,634,670,660,733,686,675,650,617,615,559,579,624,600,689,620,753,641,693,609,632,578,572,546,638,561,704,576,770,591,707,567,643,542,580,517,648,527,715,536,782,546,718,525,653,505,588,484,656,488,723,492,791,496,725,481,659,466,593,451,661,450,730,448,799,447,730,437,661,428,593,418,661,411,730,404,799,397,730,393,661,389,593,385,660,371,727,357,795,344,726,346,657,349,588,352,656,333,723,313,791,294,722,302,653,311,584,319,649,296,714,272,778,249,711,261,643,274,576,286,638,257,700,228,762,199,696,217,630,235,564,253,624,220,685,187,745,154,681,177,616,201,551,224,608,186,664,147,720,109,659,137,597,166,535,195,588,153,642,110,696,67,635,100,575,133,514,166,565,120,616,73,667,26,609,65,551,103,493,142,537,94,580,47,624,,620,,620,,620,,571,39,522,78,473,117,502,78,531,39,561,,546,,546,,546,,513,30,481,61,448,92,468,61,489,30,509,,489,,489,,489,,466,25,442,50,419,76,433,50,447,25,461,,437,,437,,437,,423,18,409,36,394,55,402,36,410,18,418,,387,,387,,387,,378,13,370,25,361,38,366,25,370,13,375,,346,,346,,346,,342,8,337,17,333,26,335,17,337,8,339,,307,,307,,307,,305,6,302,12,300,18,301,12,302,6,302,,274,,274,,274,,273,3,272,6,271,9,271,6,271,3,271,,238,,238,,238,,238,,238,1,238,1,238,1,238,,238,,205,,205,,205,,205,,205,1,205,1,205,1,205,,204,,168,,168,,168,,168,,168,1,168,1,167,1,167,,167,,135,,135,,135,,135,,135,1,135,1,134,1,134,,134,,101,,101,,101,,101,3,101,6,101,9,100,6,99,3,98,,69,,69,,69,,70,6,72,12,73,18,70,12,67,6,65,,33,,33,,33,,35,8,37,17,40,26,35,17,30,8,26,,,,,,,,,8,,8,,8,4,18,7,28,11,38,7,33,4,28,,23,,800,,800,,800,14,800,14,800,14,800,17,795,20,790,23,785,22,790,20,795,19,800,53,800,53,800,53,800,54,798,55,796,56,793,56,796,55,798,55,800,317,800,317,800,317,800,317,798,316,796,316,793,317,796,318,798,319,800,353,800,353,800,353,800,352,795,351,790,349,785,352,790,355,795,358,800,390,800,390,800,390,800,386,789,382,779,378,769,385,779,393,789,400,800,430,800,430,800,430,800,422,784,415,768,407,752,420,768,434,784,447,800,475,800,475,800,475,800,462,777,449,754,436,732,457,754,479,777,500,800,521,800,521,800,521,800,501,770,481,741,460,711,494,741,527,770,560,800,575,800,575,800,575,800,545,762,515,724,485,686,536,724,586,762,637,800,640,800,640,800,640,800,595,754,551,708,506,661,564,697,621,733,679,769xe" fillcolor="#3e762a [2404]" stroked="f">
                  <v:path arrowok="t" o:connecttype="custom" o:connectlocs="1045,1266;1079,1208;1111,1151;1137,1085;1153,1028;1169,962;1179,896;1179,831;1179,765;1169,700;1161,634;1145,568;1121,503;1095,445;1063,388;1022,330;980,282;1232,0;1115,0;890,183;972,0;916,0;783,109;769,0;745,0;662,52;610,0;600,0;539,18;473,0;473,0;407,2;334,0;332,0;268,2;201,0;195,0;145,36;66,0;52,0;0,16;0,46;28,1590;38,1590;111,1576;630,1590;634,1590;694,1560;775,1590;795,1590;809,1495;944,1590;994,1590;914,1413;1143,1590;1266,1590;1006,1314" o:connectangles="0,0,0,0,0,0,0,0,0,0,0,0,0,0,0,0,0,0,0,0,0,0,0,0,0,0,0,0,0,0,0,0,0,0,0,0,0,0,0,0,0,0,0,0,0,0,0,0,0,0,0,0,0,0,0,0,0"/>
                </v:shape>
                <v:shape id="Freeform 83" o:spid="_x0000_s1032" style="position:absolute;left:165;top:149;width:1215;height:1590;visibility:visible;mso-wrap-style:square;v-text-anchor:top" coordsize="611,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LQKPwQAA&#10;ANsAAAAPAAAAZHJzL2Rvd25yZXYueG1sRI/disIwFITvBd8hHME7TVV2KdUoIigqyGL1AQ7N6Q82&#10;J6WJWt9+IwheDjPzDbNYdaYWD2pdZVnBZByBIM6srrhQcL1sRzEI55E11pZJwYscrJb93gITbZ98&#10;pkfqCxEg7BJUUHrfJFK6rCSDbmwb4uDltjXog2wLqVt8Brip5TSKfqXBisNCiQ1tSspu6d0oOO68&#10;sXn6t8X0JvNr/mOOh9NOqeGgW89BeOr8N/xp77WCeAbvL+EHyOU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S0Cj8EAAADbAAAADwAAAAAAAAAAAAAAAACXAgAAZHJzL2Rvd25y&#10;ZXYueG1sUEsFBgAAAAAEAAQA9QAAAIUDAAAAAA==&#10;" path="m451,755c471,756,452,662,463,648,475,631,546,623,567,616,558,591,523,532,528,507,533,487,595,451,611,437,588,410,565,382,541,354,549,339,598,258,587,252,521,215,497,220,503,145,510,72,498,87,426,78,396,74,390,34,385,,14,,14,,14,,12,3,10,7,8,11,7,13,4,14,,15,,800,,800,,800,334,800,334,800,334,800,323,740,400,752,451,755xe" stroked="f">
                  <v:path arrowok="t" o:connecttype="custom" o:connectlocs="897,1501;921,1288;1128,1224;1050,1008;1215,869;1076,704;1167,501;1000,288;847,155;766,0;28,0;16,22;0,30;0,1590;664,1590;897,1501" o:connectangles="0,0,0,0,0,0,0,0,0,0,0,0,0,0,0,0"/>
                </v:shape>
                <v:shape id="Freeform 84" o:spid="_x0000_s1033" style="position:absolute;left:165;top:149;width:1360;height:1590;visibility:visible;mso-wrap-style:square;v-text-anchor:top" coordsize="684,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2Nf7xAAA&#10;ANsAAAAPAAAAZHJzL2Rvd25yZXYueG1sRI/NasMwEITvhbyD2EAvpZET8odrOaSFEl/rhkJui7Wx&#10;3VgrR1IS9+2rQqDHYWa+YbLNYDpxJedbywqmkwQEcWV1y7WC/ef78xqED8gaO8uk4Ic8bPLRQ4ap&#10;tjf+oGsZahEh7FNU0ITQp1L6qiGDfmJ74ugdrTMYonS11A5vEW46OUuSpTTYclxosKe3hqpTeTEK&#10;JL0a2n3NitWgV+fvrn1aHMxFqcfxsH0BEWgI/+F7u9AK1nP4+xJ/gMx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7tjX+8QAAADbAAAADwAAAAAAAAAAAAAAAACXAgAAZHJzL2Rv&#10;d25yZXYueG1sUEsFBgAAAAAEAAQA9QAAAIgDAAAAAA==&#10;" path="m492,800c492,800,485,696,501,676,516,656,590,645,616,636,589,560,558,536,619,482,684,425,636,412,584,350,591,335,643,241,633,235,583,207,534,203,541,142,552,54,559,60,472,48,439,44,427,25,420,,,,,,,,,800,,800,,800l492,800xe" stroked="f">
                  <v:path arrowok="t" o:connecttype="custom" o:connectlocs="978,1590;996,1344;1225,1264;1231,958;1161,696;1259,467;1076,282;938,95;835,0;0,0;0,1590;978,1590" o:connectangles="0,0,0,0,0,0,0,0,0,0,0,0"/>
                </v:shape>
                <v:shape id="Freeform 85" o:spid="_x0000_s1034" style="position:absolute;left:165;top:986;width:366;height:753;visibility:visible;mso-wrap-style:square;v-text-anchor:top" coordsize="184,3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B0n/xAAA&#10;ANsAAAAPAAAAZHJzL2Rvd25yZXYueG1sRI9La8MwEITvhfwHsYVcQiMn0GLcyKYECiEQSpzS89Za&#10;P6i1ci3Fj38fBQo9DjPzDbPLJtOKgXrXWFawWUcgiAurG64UfF7en2IQziNrbC2TgpkcZOniYYeJ&#10;tiOfach9JQKEXYIKau+7REpX1GTQrW1HHLzS9gZ9kH0ldY9jgJtWbqPoRRpsOCzU2NG+puInvxoF&#10;X/mH7U5lFbsjlXNbDqvvX1wptXyc3l5BeJr8f/ivfdAK4me4fwk/QKY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QdJ/8QAAADbAAAADwAAAAAAAAAAAAAAAACXAgAAZHJzL2Rv&#10;d25yZXYueG1sUEsFBgAAAAAEAAQA9QAAAIgDAAAAAA==&#10;" path="m176,96c184,37,106,25,59,,56,7,54,14,51,21,34,57,17,94,,130,,379,,379,,379,138,379,138,379,138,379,139,365,141,352,143,338,154,257,165,177,176,96xe" fillcolor="#010101" stroked="f">
                  <v:path arrowok="t" o:connecttype="custom" o:connectlocs="350,191;117,0;101,42;0,258;0,753;275,753;284,672;350,191" o:connectangles="0,0,0,0,0,0,0,0"/>
                </v:shape>
                <v:shape id="Freeform 86" o:spid="_x0000_s1035" style="position:absolute;left:378;top:1222;width:455;height:517;visibility:visible;mso-wrap-style:square;v-text-anchor:top" coordsize="229,26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skbHwQAA&#10;ANsAAAAPAAAAZHJzL2Rvd25yZXYueG1sRI9BawIxFITvgv8hPKE3zVqKldUoIihCT9rW82PzdhPc&#10;vCxJqqu/vhEKPQ4z8w2zXPeuFVcK0XpWMJ0UIIgrry03Cr4+d+M5iJiQNbaeScGdIqxXw8ESS+1v&#10;fKTrKTUiQziWqMCk1JVSxsqQwzjxHXH2ah8cpixDI3XAW4a7Vr4WxUw6tJwXDHa0NVRdTj9OgbO0&#10;P9uHkfXH2+Zc610I3/5dqZdRv1mASNSn//Bf+6AVzGfw/JJ/gFz9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LJGx8EAAADbAAAADwAAAAAAAAAAAAAAAACXAgAAZHJzL2Rvd25y&#10;ZXYueG1sUEsFBgAAAAAEAAQA9QAAAIUDAAAAAA==&#10;" path="m108,12c62,34,,38,4,93,8,149,12,204,16,260,229,260,229,260,229,260,196,173,163,87,130,,123,4,115,8,108,12xe" fillcolor="#010101" stroked="f">
                  <v:path arrowok="t" o:connecttype="custom" o:connectlocs="215,24;8,185;32,517;455,517;258,0;215,24" o:connectangles="0,0,0,0,0,0"/>
                </v:shape>
                <v:shape id="Freeform 87" o:spid="_x0000_s1036" style="position:absolute;left:165;top:1089;width:286;height:650;visibility:visible;mso-wrap-style:square;v-text-anchor:top" coordsize="144,3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zR2VxQAA&#10;ANsAAAAPAAAAZHJzL2Rvd25yZXYueG1sRI9Ba8JAFITvBf/D8oReim700Ep0FRUKQqDFRNTjI/tM&#10;gtm3YXer8d93CwWPw8w3wyxWvWnFjZxvLCuYjBMQxKXVDVcKDsXnaAbCB2SNrWVS8CAPq+XgZYGp&#10;tnfe0y0PlYgl7FNUUIfQpVL6siaDfmw74uhdrDMYonSV1A7vsdy0cpok79Jgw3Ghxo62NZXX/Mco&#10;mF322eZ6csfJ+lx8ZW/ZozDfuVKvw349BxGoD8/wP73TkfuAvy/x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nNHZXFAAAA2wAAAA8AAAAAAAAAAAAAAAAAlwIAAGRycy9k&#10;b3ducmV2LnhtbFBLBQYAAAAABAAEAPUAAACJAwAAAAA=&#10;" path="m137,71c144,20,125,25,77,,52,57,26,114,,171,,327,,327,,327,101,327,101,327,101,327,104,308,106,289,109,270,118,203,127,137,137,71xe" fillcolor="#269abc" stroked="f">
                  <v:path arrowok="t" o:connecttype="custom" o:connectlocs="272,141;153,0;0,340;0,650;201,650;216,537;272,141" o:connectangles="0,0,0,0,0,0,0"/>
                </v:shape>
                <v:shape id="Freeform 88" o:spid="_x0000_s1037" style="position:absolute;left:300;top:1121;width:219;height:618;visibility:visible;mso-wrap-style:square;v-text-anchor:top" coordsize="110,3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wqQ9wAAA&#10;ANsAAAAPAAAAZHJzL2Rvd25yZXYueG1sRE/LisIwFN0L/kO4gjtNVXBKx1RU8AWzsQozy0tz+2Ca&#10;m9JErX9vFgOzPJz3at2bRjyoc7VlBbNpBII4t7rmUsHtup/EIJxH1thYJgUvcrBOh4MVJto++UKP&#10;zJcihLBLUEHlfZtI6fKKDLqpbYkDV9jOoA+wK6Xu8BnCTSPnUbSUBmsODRW2tKso/83uRoFtjt8H&#10;m50+tvylD3VxPpqf5UKp8ajffILw1Pt/8Z/7pBXEYWz4En6ATN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wqQ9wAAAANsAAAAPAAAAAAAAAAAAAAAAAJcCAABkcnMvZG93bnJl&#10;di54bWxQSwUGAAAAAAQABAD1AAAAhAMAAAAA&#10;" path="m44,0c30,104,15,207,,311,33,311,33,311,33,311,34,307,34,303,35,299,42,250,110,17,44,0xe" fillcolor="#2281ad" stroked="f">
                  <v:path arrowok="t" o:connecttype="custom" o:connectlocs="88,0;0,618;66,618;70,594;88,0" o:connectangles="0,0,0,0,0"/>
                </v:shape>
                <v:shape id="Freeform 89" o:spid="_x0000_s1038" style="position:absolute;left:165;top:1459;width:225;height:280;visibility:visible;mso-wrap-style:square;v-text-anchor:top" coordsize="113,14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GC0nwwAA&#10;ANsAAAAPAAAAZHJzL2Rvd25yZXYueG1sRI9Pi8IwFMTvC36H8AQvy5quB9FuUxGL4EXBf3t+NG/b&#10;YvPSbVKt394IgsdhZn7DJIve1OJKrassK/geRyCIc6srLhScjuuvGQjnkTXWlknBnRws0sFHgrG2&#10;N97T9eALESDsYlRQet/EUrq8JINubBvi4P3Z1qAPsi2kbvEW4KaWkyiaSoMVh4USG1qVlF8OnVGw&#10;22S/+flzW8y3tuu7jPEyzf6VGg375Q8IT71/h1/tjVYwm8PzS/gBMn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GC0nwwAAANsAAAAPAAAAAAAAAAAAAAAAAJcCAABkcnMvZG93&#10;bnJldi54bWxQSwUGAAAAAAQABAD1AAAAhwMAAAAA&#10;" path="m29,0c20,,10,4,,11,,141,,141,,141,104,141,104,141,104,141,105,124,105,106,107,92,113,44,93,,29,0xe" fillcolor="#2281ad" stroked="f">
                  <v:path arrowok="t" o:connecttype="custom" o:connectlocs="58,0;0,22;0,280;207,280;213,183;58,0" o:connectangles="0,0,0,0,0,0"/>
                </v:shape>
                <v:shape id="Freeform 90" o:spid="_x0000_s1039" style="position:absolute;left:463;top:1334;width:279;height:405;visibility:visible;mso-wrap-style:square;v-text-anchor:top" coordsize="140,2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FuAwvgAA&#10;ANsAAAAPAAAAZHJzL2Rvd25yZXYueG1sRE9Ni8IwEL0v+B/CCN7W1IKi1ShFFDx40Qpeh2Zsis2k&#10;NFGrv35zWPD4eN+rTW8b8aTO144VTMYJCOLS6ZorBZdi/zsH4QOyxsYxKXiTh8168LPCTLsXn+h5&#10;DpWIIewzVGBCaDMpfWnIoh+7ljhyN9dZDBF2ldQdvmK4bWSaJDNpsebYYLClraHyfn5YBb5oKD3e&#10;57tPOiuO+yvlU1PlSo2Gfb4EEagPX/G/+6AVLOL6+CX+ALn+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RbgML4AAADbAAAADwAAAAAAAAAAAAAAAACXAgAAZHJzL2Rvd25yZXYu&#10;eG1sUEsFBgAAAAAEAAQA9QAAAIIDAAAAAA==&#10;" path="m5,74c8,117,11,160,14,204,140,204,140,204,140,204,115,136,89,68,63,,7,25,,17,5,74xe" fillcolor="#269abc" stroked="f">
                  <v:path arrowok="t" o:connecttype="custom" o:connectlocs="10,147;28,405;279,405;126,0;10,147" o:connectangles="0,0,0,0,0"/>
                </v:shape>
                <v:shape id="Freeform 91" o:spid="_x0000_s1040" style="position:absolute;left:483;top:1334;width:259;height:405;visibility:visible;mso-wrap-style:square;v-text-anchor:top" coordsize="130,2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TZGFxQAA&#10;ANsAAAAPAAAAZHJzL2Rvd25yZXYueG1sRI9Ba8JAFITvhf6H5RW8NbspRTS6Bm2pSEFELRVvj+wz&#10;Cc2+DdlV03/fLQgeh5n5hpnmvW3EhTpfO9aQJgoEceFMzaWGr/3H8wiED8gGG8ek4Zc85LPHhylm&#10;xl15S5ddKEWEsM9QQxVCm0npi4os+sS1xNE7uc5iiLIrpenwGuG2kS9KDaXFmuNChS29VVT87M5W&#10;A32q99FBDdft6367WGyK5VHNv7UePPXzCYhAfbiHb+2V0TBO4f9L/AFy9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FNkYXFAAAA2wAAAA8AAAAAAAAAAAAAAAAAlwIAAGRycy9k&#10;b3ducmV2LnhtbFBLBQYAAAAABAAEAPUAAACJAwAAAAA=&#10;" path="m61,103c74,137,87,170,100,204,130,204,130,204,130,204,105,136,79,68,53,,,9,49,72,61,103xe" fillcolor="#2281ad" stroked="f">
                  <v:path arrowok="t" o:connecttype="custom" o:connectlocs="122,204;199,405;259,405;106,0;122,204" o:connectangles="0,0,0,0,0"/>
                </v:shape>
                <v:shape id="Freeform 92" o:spid="_x0000_s1041" style="position:absolute;left:441;top:1312;width:302;height:427;visibility:visible;mso-wrap-style:square;v-text-anchor:top" coordsize="152,2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AnZQwgAA&#10;ANsAAAAPAAAAZHJzL2Rvd25yZXYueG1sRI9Pi8IwFMTvC36H8ARva2oF11aj6Iogy178d382z7bY&#10;vJQma+u33wiCx2FmfsPMl52pxJ0aV1pWMBpGIIgzq0vOFZyO288pCOeRNVaWScGDHCwXvY85ptq2&#10;vKf7weciQNilqKDwvk6ldFlBBt3Q1sTBu9rGoA+yyaVusA1wU8k4iibSYMlhocCavgvKboc/o2Ac&#10;J9dzPV23Cf4+9M9mYy9fvFNq0O9WMxCeOv8Ov9o7rSCJ4fkl/AC5+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wCdlDCAAAA2wAAAA8AAAAAAAAAAAAAAAAAlwIAAGRycy9kb3du&#10;cmV2LnhtbFBLBQYAAAAABAAEAPUAAACGAwAAAAA=&#10;" path="m62,14c0,,8,124,20,215,152,215,152,215,152,215,130,134,97,22,62,14xe" fillcolor="#2281ad" stroked="f">
                  <v:path arrowok="t" o:connecttype="custom" o:connectlocs="123,28;40,427;302,427;123,28" o:connectangles="0,0,0,0"/>
                </v:shape>
                <v:shape id="Freeform 93" o:spid="_x0000_s1042" style="position:absolute;left:165;top:149;width:1215;height:1590;visibility:visible;mso-wrap-style:square;v-text-anchor:top" coordsize="611,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7huQxQAA&#10;ANsAAAAPAAAAZHJzL2Rvd25yZXYueG1sRI/NSgNBEITvQt5h6IC3ZNZoJFkzCUEUohIhP5fc2p12&#10;Z8lOz7o9Sda3dwTBY1FVX1GzRedrdaZWqsAGboYZKOIi2IpLA/vd82ACSiKyxTowGfgmgcW8dzXD&#10;3IYLb+i8jaVKEJYcDbgYm1xrKRx5lGFoiJP3GVqPMcm21LbFS4L7Wo+y7F57rDgtOGzo0VFx3J68&#10;AVrz1/rOjV+75shv8v70Ih9yMOa63y0fQEXq4n/4r72yBqa38Psl/QA9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DuG5DFAAAA2wAAAA8AAAAAAAAAAAAAAAAAlwIAAGRycy9k&#10;b3ducmV2LnhtbFBLBQYAAAAABAAEAPUAAACJAwAAAAA=&#10;" path="m392,752c473,756,458,749,461,669,463,629,532,627,567,616,558,591,523,532,528,507,533,487,595,451,611,437,577,396,532,373,557,323,563,312,598,258,587,252,568,242,508,221,498,203,470,146,554,94,468,83,397,75,397,55,386,,16,,16,,16,,11,9,5,15,,15,,800,,800,,800,38,800,38,800,38,800,45,798,52,798,57,800,197,800,197,800,197,800,200,798,203,798,206,797,208,797,212,798,217,800,323,800,323,800,323,800,336,768,347,750,392,752xe" fillcolor="#010101" stroked="f">
                  <v:path arrowok="t" o:connecttype="custom" o:connectlocs="780,1495;917,1330;1128,1224;1050,1008;1215,869;1108,642;1167,501;990,403;931,165;768,0;32,0;0,30;0,1590;76,1590;113,1590;392,1590;410,1584;432,1590;642,1590;780,1495" o:connectangles="0,0,0,0,0,0,0,0,0,0,0,0,0,0,0,0,0,0,0,0"/>
                </v:shape>
                <v:shape id="Freeform 94" o:spid="_x0000_s1043" style="position:absolute;left:165;top:149;width:1161;height:1590;visibility:visible;mso-wrap-style:square;v-text-anchor:top" coordsize="584,8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nkGBwwAA&#10;ANsAAAAPAAAAZHJzL2Rvd25yZXYueG1sRI9RawIxEITfC/6HsIIvRXMVKfU0igiCL0qr/QHLZb2L&#10;XjbXy6rXf98UBB+HmfmGmS87X6sbtdEFNvA2ykARF8E6Lg18HzfDD1BRkC3WgcnAL0VYLnovc8xt&#10;uPMX3Q5SqgThmKOBSqTJtY5FRR7jKDTEyTuF1qMk2ZbatnhPcF/rcZa9a4+O00KFDa0rKi6Hqzew&#10;1+dP+VmfwzHu3PU1ZNPxxYkxg363moES6uQZfrS31sB0Av9f0g/Qi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ynkGBwwAAANsAAAAPAAAAAAAAAAAAAAAAAJcCAABkcnMvZG93&#10;bnJldi54bWxQSwUGAAAAAAQABAD1AAAAhwMAAAAA&#10;" path="m285,790c328,703,325,705,422,714,424,639,409,624,481,602,558,578,472,549,487,492,507,418,584,468,517,388,480,345,514,321,541,274,450,224,454,226,467,123,371,113,377,112,354,19,276,44,268,46,234,,172,,172,,172,,164,6,156,13,149,19,134,29,114,15,97,,55,,55,,55,,38,28,28,49,,51,,769,,769,,769,23,757,49,742,62,745,77,748,100,778,116,800,146,800,146,800,146,800,201,748,204,751,285,790xe" fillcolor="#2ca9c2" stroked="f">
                  <v:path arrowok="t" o:connecttype="custom" o:connectlocs="567,1570;839,1419;956,1196;968,978;1028,771;1076,545;928,244;704,38;465,0;342,0;296,38;193,0;109,0;0,101;0,1528;123,1481;231,1590;290,1590;567,1570" o:connectangles="0,0,0,0,0,0,0,0,0,0,0,0,0,0,0,0,0,0,0"/>
                </v:shape>
                <v:shape id="Freeform 95" o:spid="_x0000_s1044" style="position:absolute;left:165;top:352;width:847;height:1152;visibility:visible;mso-wrap-style:square;v-text-anchor:top" coordsize="426,58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AtTVwgAA&#10;ANsAAAAPAAAAZHJzL2Rvd25yZXYueG1sRI9Bi8IwFITvC/6H8AQvi6aKK1qNoqLg1a7g9dk822rz&#10;UptUu/9+IyzscZiZb5jFqjWleFLtCssKhoMIBHFqdcGZgtP3vj8F4TyyxtIyKfghB6tl52OBsbYv&#10;PtIz8ZkIEHYxKsi9r2IpXZqTQTewFXHwrrY26IOsM6lrfAW4KeUoiibSYMFhIceKtjml96QxCpLb&#10;9jNpNjOZmkfjxkfenavLSalet13PQXhq/X/4r33QCmZf8P4SfoBc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0C1NXCAAAA2wAAAA8AAAAAAAAAAAAAAAAAlwIAAGRycy9kb3du&#10;cmV2LnhtbFBLBQYAAAAABAAEAPUAAACGAwAAAAA=&#10;" path="m426,293c406,143,313,,145,5,91,7,42,25,,54,,538,,538,,538,41,560,89,572,139,574,303,580,413,447,426,293xe" stroked="f">
                  <v:path arrowok="t" o:connecttype="custom" o:connectlocs="847,582;288,10;0,107;0,1069;276,1140;847,582" o:connectangles="0,0,0,0,0,0"/>
                </v:shape>
                <v:shape id="Freeform 96" o:spid="_x0000_s1045" style="position:absolute;left:165;top:258;width:928;height:1413;visibility:visible;mso-wrap-style:square;v-text-anchor:top" coordsize="467,7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sr6QxAAA&#10;ANsAAAAPAAAAZHJzL2Rvd25yZXYueG1sRI/NasMwEITvhb6D2EBvjZxAndaJYkqgkEMvTXLxbW2t&#10;fxJrZSTZcd++KhR6HGbmG2aXz6YXEznfWVawWiYgiCurO24UXM4fz68gfEDW2FsmBd/kId8/Puww&#10;0/bOXzSdQiMihH2GCtoQhkxKX7Vk0C/tQBy92jqDIUrXSO3wHuGml+skSaXBjuNCiwMdWqpup9Eo&#10;+LwW8lhad92kU91zWr74eiyUelrM71sQgebwH/5rH7WCtxR+v8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7K+kMQAAADbAAAADwAAAAAAAAAAAAAAAACXAgAAZHJzL2Rv&#10;d25yZXYueG1sUEsFBgAAAAAEAAQA9QAAAIgDAAAAAA==&#10;" path="m463,337c461,172,326,,147,8,92,11,43,27,,54,,624,,624,,624,191,711,467,613,463,337xe" fillcolor="#258eb4" stroked="f">
                  <v:path arrowok="t" o:connecttype="custom" o:connectlocs="920,670;292,16;0,107;0,1240;920,670" o:connectangles="0,0,0,0,0"/>
                </v:shape>
                <v:shape id="Freeform 97" o:spid="_x0000_s1046" style="position:absolute;left:165;top:316;width:932;height:1228;visibility:visible;mso-wrap-style:square;v-text-anchor:top" coordsize="469,6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4T5wwgAA&#10;ANsAAAAPAAAAZHJzL2Rvd25yZXYueG1sRI9Ba8JAFITvgv9heUJvZtMWahOzigqFQoNg2t4f2WcS&#10;mn0bdrcm/fddQfA4zHwzTLGdTC8u5HxnWcFjkoIgrq3uuFHw9fm2fAXhA7LG3jIp+CMP2818VmCu&#10;7cgnulShEbGEfY4K2hCGXEpft2TQJ3Ygjt7ZOoMhStdI7XCM5aaXT2n6Ig12HBdaHOjQUv1T/RoF&#10;1u+rcii/3cdzxOShOWarQEo9LKbdGkSgKdzDN/pdK8hWcP0Sf4Dc/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LhPnDCAAAA2wAAAA8AAAAAAAAAAAAAAAAAlwIAAGRycy9kb3du&#10;cmV2LnhtbFBLBQYAAAAABAAEAPUAAACGAwAAAAA=&#10;" path="m444,305c421,149,325,,147,4,92,5,43,23,,51,,583,,583,,583,40,604,87,617,139,617,290,618,469,469,444,305xe" fillcolor="#010101" stroked="f">
                  <v:path arrowok="t" o:connecttype="custom" o:connectlocs="882,606;292,8;0,101;0,1158;276,1226;882,606" o:connectangles="0,0,0,0,0,0"/>
                </v:shape>
                <v:shape id="Freeform 98" o:spid="_x0000_s1047" style="position:absolute;left:165;top:382;width:823;height:1160;visibility:visible;mso-wrap-style:square;v-text-anchor:top" coordsize="414,58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fxkAwgAA&#10;ANsAAAAPAAAAZHJzL2Rvd25yZXYueG1sRE/Pa8IwFL4P/B/CE3YZNnEHmV1TUWGjtzkdDG9vzbOt&#10;Ni+libb775fDwOPH9ztbjbYVN+p941jDPFEgiEtnGq40fB3eZi8gfEA22DomDb/kYZVPHjJMjRv4&#10;k277UIkYwj5FDXUIXSqlL2uy6BPXEUfu5HqLIcK+kqbHIYbbVj4rtZAWG44NNXa0ram87K9Wg/o+&#10;/1za4l3tnhbEu+tx88HlqPXjdFy/ggg0hrv4310YDcs4Nn6JP0Dm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B/GQDCAAAA2wAAAA8AAAAAAAAAAAAAAAAAlwIAAGRycy9kb3du&#10;cmV2LnhtbFBLBQYAAAAABAAEAPUAAACGAwAAAAA=&#10;" path="m407,276c403,138,290,,143,9,88,13,40,33,,64,,501,,501,,501,157,584,414,508,407,276xe" fillcolor="#86cadb" stroked="f">
                  <v:path arrowok="t" o:connecttype="custom" o:connectlocs="809,548;284,18;0,127;0,995;809,548" o:connectangles="0,0,0,0,0"/>
                </v:shape>
                <v:shape id="Freeform 99" o:spid="_x0000_s1048" style="position:absolute;left:165;top:360;width:676;height:260;visibility:visible;mso-wrap-style:square;v-text-anchor:top" coordsize="340,1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iXCCxQAA&#10;ANsAAAAPAAAAZHJzL2Rvd25yZXYueG1sRI9Pa8JAFMTvBb/D8oTe6sZSq0ZXqRYxCAr+O3h7ZJ9J&#10;MPs2ZLcmfnu3UOhxmJnfMNN5a0pxp9oVlhX0exEI4tTqgjMFp+PqbQTCeWSNpWVS8CAH81nnZYqx&#10;tg3v6X7wmQgQdjEqyL2vYildmpNB17MVcfCutjbog6wzqWtsAtyU8j2KPqXBgsNCjhUtc0pvhx+j&#10;YDDYJOuP3dAki2h7+W78Tp4bUuq1235NQHhq/X/4r51oBeMx/H4JP0DOn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6JcILFAAAA2wAAAA8AAAAAAAAAAAAAAAAAlwIAAGRycy9k&#10;b3ducmV2LnhtbFBLBQYAAAAABAAEAPUAAACJAwAAAAA=&#10;" path="m340,110c227,,93,14,,85,,131,,131,,131,88,39,218,5,340,110xe" stroked="f">
                  <v:path arrowok="t" o:connecttype="custom" o:connectlocs="676,218;0,169;0,260;676,218" o:connectangles="0,0,0,0"/>
                </v:shape>
                <v:shape id="Freeform 100" o:spid="_x0000_s1049" style="position:absolute;left:165;top:823;width:835;height:664;visibility:visible;mso-wrap-style:square;v-text-anchor:top" coordsize="420,3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3WlawwAA&#10;ANwAAAAPAAAAZHJzL2Rvd25yZXYueG1sRI9BS8NAEIXvgv9hGcGb3ejBhthtKcWAoBdb0euQnSZp&#10;s7Mhsybx3zuHQm8zvDfvfbPazKEzIw3SRnbwuMjAEFfRt1w7+DqUDzkYScgeu8jk4I8ENuvbmxUW&#10;Pk78SeM+1UZDWAp00KTUF9ZK1VBAWcSeWLVjHAImXYfa+gEnDQ+dfcqyZxuwZW1osKddQ9V5/xsc&#10;yPfHKebTD5fl+1nycQzLVwnO3d/N2xcwieZ0NV+u37ziZ4qvz+gEdv0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o3WlawwAAANwAAAAPAAAAAAAAAAAAAAAAAJcCAABkcnMvZG93&#10;bnJldi54bWxQSwUGAAAAAAQABAD1AAAAhwMAAAAA&#10;" path="m279,280c380,227,420,107,400,,382,212,196,334,,269,,276,,276,,276,93,325,176,334,279,280xe" fillcolor="#2ca9c2" stroked="f">
                  <v:path arrowok="t" o:connecttype="custom" o:connectlocs="555,557;795,0;0,535;0,549;555,557" o:connectangles="0,0,0,0,0"/>
                </v:shape>
                <v:shape id="Freeform 101" o:spid="_x0000_s1050" style="position:absolute;left:274;top:626;width:299;height:634;visibility:visible;mso-wrap-style:square;v-text-anchor:top" coordsize="150,3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gsxywQAA&#10;ANwAAAAPAAAAZHJzL2Rvd25yZXYueG1sRE9La8JAEL4X+h+WEXqru5EiJboREQqF9qKp9zE7eWB2&#10;Ns2uSfTXu0Kht/n4nrPeTLYVA/W+cawhmSsQxIUzDVcafvKP13cQPiAbbB2Thit52GTPT2tMjRt5&#10;T8MhVCKGsE9RQx1Cl0rpi5os+rnriCNXut5iiLCvpOlxjOG2lQulltJiw7Ghxo52NRXnw8VqyN9u&#10;NhlJncrT9+8Xy2GbD8dR65fZtF2BCDSFf/Gf+9PE+SqBxzPxApnd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4LMcsEAAADcAAAADwAAAAAAAAAAAAAAAACXAgAAZHJzL2Rvd25y&#10;ZXYueG1sUEsFBgAAAAAEAAQA9QAAAIUDAAAAAA==&#10;" path="m136,6c96,,,59,9,99,97,76,57,268,55,318,150,319,131,309,132,217,133,147,135,76,136,6xe" stroked="f">
                  <v:path arrowok="t" o:connecttype="custom" o:connectlocs="271,12;18,197;110,632;263,431;271,12" o:connectangles="0,0,0,0,0"/>
                </v:shape>
                <v:shape id="Freeform 102" o:spid="_x0000_s1051" style="position:absolute;left:241;top:588;width:353;height:722;visibility:visible;mso-wrap-style:square;v-text-anchor:top" coordsize="178,3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Ac59wgAA&#10;ANwAAAAPAAAAZHJzL2Rvd25yZXYueG1sRE/JbsIwEL1X4h+sQeJWHDiwBJwoQqVtjiwXbqN4SALx&#10;OIoNpH9fIyFxm6e3zjrtTSPu1LnasoLJOAJBXFhdc6ngeNh+LkA4j6yxsUwK/shBmgw+1hhr++Ad&#10;3fe+FCGEXYwKKu/bWEpXVGTQjW1LHLiz7Qz6ALtS6g4fIdw0chpFM2mw5tBQYUubiorr/mYUXAra&#10;nvIyP8x3P9fs9rX8zrO5UWo07LMVCE+9f4tf7l8d5kdTeD4TLpDJ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cBzn3CAAAA3AAAAA8AAAAAAAAAAAAAAAAAlwIAAGRycy9kb3du&#10;cmV2LnhtbFBLBQYAAAAABAAEAPUAAACGAwAAAAA=&#10;" path="m178,0c170,,161,,153,,101,1,102,19,63,40,,75,5,62,1,143,91,122,49,304,47,362,87,362,128,363,168,363,177,363,173,298,173,288,175,192,176,96,178,0xe" stroked="f">
                  <v:path arrowok="t" o:connecttype="custom" o:connectlocs="353,0;303,0;125,80;2,284;93,720;333,722;343,573;353,0" o:connectangles="0,0,0,0,0,0,0,0"/>
                </v:shape>
                <v:shape id="Freeform 103" o:spid="_x0000_s1052" style="position:absolute;left:274;top:626;width:299;height:634;visibility:visible;mso-wrap-style:square;v-text-anchor:top" coordsize="150,31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2AoGwgAA&#10;ANwAAAAPAAAAZHJzL2Rvd25yZXYueG1sRE9Na8JAEL0L/Q/LFHozmyoUSV1FrEovpcS2nsfsmIRk&#10;Z8PumqT/vlsQvM3jfc5yPZpW9OR8bVnBc5KCIC6srrlU8P21ny5A+ICssbVMCn7Jw3r1MFlipu3A&#10;OfXHUIoYwj5DBVUIXSalLyoy6BPbEUfuYp3BEKErpXY4xHDTylmavkiDNceGCjvaVlQ0x6tRkP+Y&#10;3jcfzWH3+dafw6m91DhKpZ4ex80riEBjuItv7ncd56dz+H8mXiBX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YCgbCAAAA3AAAAA8AAAAAAAAAAAAAAAAAlwIAAGRycy9kb3du&#10;cmV2LnhtbFBLBQYAAAAABAAEAPUAAACGAwAAAAA=&#10;" path="m136,6c96,,,59,9,99,97,76,57,268,55,318,150,319,131,309,132,217,133,147,135,76,136,6xe" fillcolor="#010101" stroked="f">
                  <v:path arrowok="t" o:connecttype="custom" o:connectlocs="271,12;18,197;110,632;263,431;271,12" o:connectangles="0,0,0,0,0"/>
                </v:shape>
                <v:rect id="Rectangle 104" o:spid="_x0000_s1053" style="position:absolute;left:16;top:16;width:5724;height:18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V4pgxAAA&#10;ANwAAAAPAAAAZHJzL2Rvd25yZXYueG1sRE9La8JAEL4X/A/LCF5K3a2PUlJXKaJoxYOxhV6H7DSJ&#10;ZmdDdo3x37uFQm/z8T1ntuhsJVpqfOlYw/NQgSDOnCk51/D1uX56BeEDssHKMWm4kYfFvPcww8S4&#10;K6fUHkMuYgj7BDUUIdSJlD4ryKIfupo4cj+usRgibHJpGrzGcFvJkVIv0mLJsaHAmpYFZefjxWpQ&#10;q/3u4D8O6Xc7lY8tpePTZLXRetDv3t9ABOrCv/jPvTVxvprA7zPxAjm/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FeKYMQAAADcAAAADwAAAAAAAAAAAAAAAACXAgAAZHJzL2Rv&#10;d25yZXYueG1sUEsFBgAAAAAEAAQA9QAAAIgDAAAAAA==&#10;" filled="f" strokeweight="49213emu"/>
                <v:rect id="Rectangle 105" o:spid="_x0000_s1054" style="position:absolute;left:165;top:149;width:5422;height:15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y/7xAAA&#10;ANwAAAAPAAAAZHJzL2Rvd25yZXYueG1sRE9La8JAEL4L/odlhF6k7vZhkegqpVhaxYNRweuQHZNo&#10;djZktzH9912h4G0+vufMFp2tREuNLx1reBopEMSZMyXnGg77z8cJCB+QDVaOScMveVjM+70ZJsZd&#10;OaV2F3IRQ9gnqKEIoU6k9FlBFv3I1cSRO7nGYoiwyaVp8BrDbSWflXqTFkuODQXW9FFQdtn9WA1q&#10;uVlv/WqbHtuxHLaUvpxfl19aPwy69ymIQF24i//d3ybOV2O4PRMv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xsv+8QAAADcAAAADwAAAAAAAAAAAAAAAACXAgAAZHJzL2Rv&#10;d25yZXYueG1sUEsFBgAAAAAEAAQA9QAAAIgDAAAAAA==&#10;" filled="f" strokeweight="49213emu"/>
                <w10:wrap anchorx="page" anchory="page"/>
                <w10:anchorlock/>
              </v:group>
            </w:pict>
          </mc:Fallback>
        </mc:AlternateContent>
      </w:r>
    </w:p>
    <w:sectPr w:rsidR="00B474B8">
      <w:pgSz w:w="15840" w:h="12240" w:orient="landscape" w:code="1"/>
      <w:pgMar w:top="720" w:right="720" w:bottom="576" w:left="734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43" w:rsidRDefault="00A72643">
      <w:r>
        <w:separator/>
      </w:r>
    </w:p>
  </w:endnote>
  <w:endnote w:type="continuationSeparator" w:id="0">
    <w:p w:rsidR="00A72643" w:rsidRDefault="00A72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43" w:rsidRDefault="00A72643">
      <w:r>
        <w:separator/>
      </w:r>
    </w:p>
  </w:footnote>
  <w:footnote w:type="continuationSeparator" w:id="0">
    <w:p w:rsidR="00A72643" w:rsidRDefault="00A72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43"/>
    <w:rsid w:val="00A72643"/>
    <w:rsid w:val="00B4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643"/>
    <w:pPr>
      <w:spacing w:after="0" w:line="240" w:lineRule="auto"/>
      <w:jc w:val="center"/>
    </w:pPr>
    <w:rPr>
      <w:b/>
      <w:bCs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3E762A" w:themeColor="accent1" w:themeShade="BF"/>
      <w:sz w:val="26"/>
      <w:szCs w:val="26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36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643"/>
    <w:pPr>
      <w:spacing w:after="0" w:line="240" w:lineRule="auto"/>
      <w:jc w:val="center"/>
    </w:pPr>
    <w:rPr>
      <w:b/>
      <w:bCs/>
      <w:sz w:val="24"/>
      <w:szCs w:val="24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b/>
      <w:bCs/>
      <w:sz w:val="40"/>
      <w:szCs w:val="40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3E762A" w:themeColor="accent1" w:themeShade="BF"/>
      <w:sz w:val="26"/>
      <w:szCs w:val="26"/>
      <w14:textOutline w14:w="0" w14:cap="flat" w14:cmpd="sng" w14:algn="ctr">
        <w14:noFill/>
        <w14:prstDash w14:val="solid"/>
        <w14:round/>
      </w14:textOutline>
      <w14:props3d w14:extrusionH="57150" w14:contourW="0" w14:prstMaterial="matte">
        <w14:bevelT w14:w="63500" w14:h="12700" w14:prst="angle"/>
        <w14:contourClr>
          <w14:schemeClr w14:val="bg1">
            <w14:lumMod w14:val="65000"/>
          </w14:schemeClr>
        </w14:contourClr>
      </w14:props3d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halidfarooq:Downloads:TS103992097.dotx" TargetMode="Externa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entury Gothic">
      <a:maj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8398DC-9647-40EC-839E-625640ADAC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TS103992097.dotx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2013-04-13T12:08:00Z</dcterms:created>
  <dcterms:modified xsi:type="dcterms:W3CDTF">2013-04-13T12:12:00Z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TC039920979991</vt:lpwstr>
  </property>
</Properties>
</file>